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42E4" w14:textId="0FCC6FE9" w:rsidR="006E5D65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DF266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DF266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F266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F266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F2666">
        <w:rPr>
          <w:rFonts w:ascii="Times New Roman" w:hAnsi="Times New Roman"/>
          <w:b/>
          <w:bCs/>
          <w:sz w:val="24"/>
          <w:szCs w:val="24"/>
        </w:rPr>
        <w:tab/>
      </w:r>
      <w:r w:rsidR="00CD6897" w:rsidRPr="00DF2666">
        <w:rPr>
          <w:rFonts w:ascii="Times New Roman" w:hAnsi="Times New Roman"/>
          <w:b/>
          <w:bCs/>
          <w:sz w:val="24"/>
          <w:szCs w:val="24"/>
        </w:rPr>
        <w:tab/>
      </w:r>
      <w:r w:rsidR="00D8678B" w:rsidRPr="00DF2666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DF2666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DF2666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DF2666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DF2666">
        <w:rPr>
          <w:rFonts w:ascii="Times New Roman" w:hAnsi="Times New Roman"/>
          <w:bCs/>
          <w:i/>
          <w:sz w:val="24"/>
          <w:szCs w:val="24"/>
        </w:rPr>
        <w:t xml:space="preserve">nr </w:t>
      </w:r>
      <w:r w:rsidR="00F17567" w:rsidRPr="00DF2666">
        <w:rPr>
          <w:rFonts w:ascii="Times New Roman" w:hAnsi="Times New Roman"/>
          <w:bCs/>
          <w:i/>
          <w:sz w:val="24"/>
          <w:szCs w:val="24"/>
        </w:rPr>
        <w:t>12/2019</w:t>
      </w:r>
    </w:p>
    <w:p w14:paraId="11272CC1" w14:textId="77777777" w:rsidR="009E74E7" w:rsidRPr="00DF2666" w:rsidRDefault="009E74E7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</w:p>
    <w:p w14:paraId="4B07FC45" w14:textId="77777777" w:rsidR="0085747A" w:rsidRPr="00DF2666" w:rsidRDefault="0085747A" w:rsidP="000725AD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F266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35E783A3" w14:textId="26E9BA44" w:rsidR="0085747A" w:rsidRDefault="0071620A" w:rsidP="000725AD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F2666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DF2666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75C93" w:rsidRPr="00DF2666">
        <w:rPr>
          <w:rFonts w:ascii="Times New Roman" w:hAnsi="Times New Roman"/>
          <w:b/>
          <w:smallCaps/>
          <w:sz w:val="24"/>
          <w:szCs w:val="24"/>
        </w:rPr>
        <w:t>202</w:t>
      </w:r>
      <w:r w:rsidR="007849AE" w:rsidRPr="00DF2666">
        <w:rPr>
          <w:rFonts w:ascii="Times New Roman" w:hAnsi="Times New Roman"/>
          <w:b/>
          <w:smallCaps/>
          <w:sz w:val="24"/>
          <w:szCs w:val="24"/>
        </w:rPr>
        <w:t>3</w:t>
      </w:r>
      <w:r w:rsidR="00676A10" w:rsidRPr="00DF2666">
        <w:rPr>
          <w:rFonts w:ascii="Times New Roman" w:hAnsi="Times New Roman"/>
          <w:b/>
          <w:smallCaps/>
          <w:sz w:val="24"/>
          <w:szCs w:val="24"/>
        </w:rPr>
        <w:t>-</w:t>
      </w:r>
      <w:r w:rsidR="008F70AB" w:rsidRPr="00DF2666">
        <w:rPr>
          <w:rFonts w:ascii="Times New Roman" w:hAnsi="Times New Roman"/>
          <w:b/>
          <w:smallCaps/>
          <w:sz w:val="24"/>
          <w:szCs w:val="24"/>
        </w:rPr>
        <w:t>20</w:t>
      </w:r>
      <w:r w:rsidR="001F7DC8" w:rsidRPr="00DF2666">
        <w:rPr>
          <w:rFonts w:ascii="Times New Roman" w:hAnsi="Times New Roman"/>
          <w:b/>
          <w:smallCaps/>
          <w:sz w:val="24"/>
          <w:szCs w:val="24"/>
        </w:rPr>
        <w:t>2</w:t>
      </w:r>
      <w:r w:rsidR="007849AE" w:rsidRPr="00DF2666">
        <w:rPr>
          <w:rFonts w:ascii="Times New Roman" w:hAnsi="Times New Roman"/>
          <w:b/>
          <w:smallCaps/>
          <w:sz w:val="24"/>
          <w:szCs w:val="24"/>
        </w:rPr>
        <w:t>8</w:t>
      </w:r>
    </w:p>
    <w:p w14:paraId="6F9B8E61" w14:textId="77777777" w:rsidR="00533B26" w:rsidRPr="00533B26" w:rsidRDefault="00533B26" w:rsidP="000725AD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</w:p>
    <w:p w14:paraId="0DB1C674" w14:textId="72E42261" w:rsidR="0085747A" w:rsidRPr="00DF2666" w:rsidRDefault="005A05AE" w:rsidP="000725AD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 akademicki</w:t>
      </w:r>
      <w:r w:rsidR="00445970" w:rsidRPr="00DF2666">
        <w:rPr>
          <w:rFonts w:ascii="Times New Roman" w:hAnsi="Times New Roman"/>
          <w:sz w:val="24"/>
          <w:szCs w:val="24"/>
        </w:rPr>
        <w:t xml:space="preserve"> </w:t>
      </w:r>
      <w:r w:rsidR="008927D9" w:rsidRPr="00DF2666">
        <w:rPr>
          <w:rFonts w:ascii="Times New Roman" w:hAnsi="Times New Roman"/>
          <w:sz w:val="24"/>
          <w:szCs w:val="24"/>
        </w:rPr>
        <w:t>20</w:t>
      </w:r>
      <w:r w:rsidR="007849AE" w:rsidRPr="00DF2666">
        <w:rPr>
          <w:rFonts w:ascii="Times New Roman" w:hAnsi="Times New Roman"/>
          <w:sz w:val="24"/>
          <w:szCs w:val="24"/>
        </w:rPr>
        <w:t>2</w:t>
      </w:r>
      <w:r w:rsidR="00061BAF" w:rsidRPr="00DF2666">
        <w:rPr>
          <w:rFonts w:ascii="Times New Roman" w:hAnsi="Times New Roman"/>
          <w:sz w:val="24"/>
          <w:szCs w:val="24"/>
        </w:rPr>
        <w:t>3</w:t>
      </w:r>
      <w:r w:rsidR="008927D9" w:rsidRPr="00DF2666">
        <w:rPr>
          <w:rFonts w:ascii="Times New Roman" w:hAnsi="Times New Roman"/>
          <w:sz w:val="24"/>
          <w:szCs w:val="24"/>
        </w:rPr>
        <w:t>/202</w:t>
      </w:r>
      <w:r w:rsidR="00061BAF" w:rsidRPr="00DF2666">
        <w:rPr>
          <w:rFonts w:ascii="Times New Roman" w:hAnsi="Times New Roman"/>
          <w:sz w:val="24"/>
          <w:szCs w:val="24"/>
        </w:rPr>
        <w:t>4</w:t>
      </w:r>
    </w:p>
    <w:p w14:paraId="7817197E" w14:textId="77777777" w:rsidR="008927D9" w:rsidRPr="00DF2666" w:rsidRDefault="008927D9" w:rsidP="008927D9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14:paraId="2939F04F" w14:textId="77777777" w:rsidR="0085747A" w:rsidRPr="00DF2666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DF2666">
        <w:rPr>
          <w:szCs w:val="24"/>
        </w:rPr>
        <w:t xml:space="preserve">1. </w:t>
      </w:r>
      <w:r w:rsidR="0085747A" w:rsidRPr="00DF2666">
        <w:rPr>
          <w:szCs w:val="24"/>
        </w:rPr>
        <w:t xml:space="preserve">Podstawowe </w:t>
      </w:r>
      <w:r w:rsidR="00445970" w:rsidRPr="00DF2666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F2666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DF26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A96D4B5" w:rsidR="0085747A" w:rsidRPr="009E74E7" w:rsidRDefault="005C58F6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9E74E7">
              <w:rPr>
                <w:sz w:val="24"/>
                <w:szCs w:val="24"/>
              </w:rPr>
              <w:t>Antropologia</w:t>
            </w:r>
          </w:p>
        </w:tc>
      </w:tr>
      <w:tr w:rsidR="0085747A" w:rsidRPr="00DF2666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DF26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Kod przedmiotu</w:t>
            </w:r>
            <w:r w:rsidR="0085747A" w:rsidRPr="00DF2666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DF2666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DF2666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DF2666" w:rsidRDefault="00A91194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N</w:t>
            </w:r>
            <w:r w:rsidR="0085747A" w:rsidRPr="00DF2666">
              <w:rPr>
                <w:sz w:val="24"/>
                <w:szCs w:val="24"/>
              </w:rPr>
              <w:t>azwa</w:t>
            </w:r>
            <w:r w:rsidR="00C05F44" w:rsidRPr="00DF2666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DB32D7F" w:rsidR="0085747A" w:rsidRPr="00DF2666" w:rsidRDefault="003E4D5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F2666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79FE5037" w:rsidR="0085747A" w:rsidRPr="00DF2666" w:rsidRDefault="00FB6709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F2666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2053E957" w:rsidR="0085747A" w:rsidRPr="00DF2666" w:rsidRDefault="006A02D5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P</w:t>
            </w:r>
            <w:r w:rsidR="007849AE" w:rsidRPr="00DF2666">
              <w:rPr>
                <w:b w:val="0"/>
                <w:sz w:val="24"/>
                <w:szCs w:val="24"/>
              </w:rPr>
              <w:t>sychologia</w:t>
            </w:r>
          </w:p>
        </w:tc>
      </w:tr>
      <w:tr w:rsidR="0085747A" w:rsidRPr="00DF2666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DF266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4107DCC8" w:rsidR="0085747A" w:rsidRPr="00DF2666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DF2666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14A4B67E" w:rsidR="0085747A" w:rsidRPr="00DF2666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DF2666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3986D627" w:rsidR="0085747A" w:rsidRPr="00DF2666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s</w:t>
            </w:r>
            <w:r w:rsidR="008F70AB" w:rsidRPr="00DF2666">
              <w:rPr>
                <w:b w:val="0"/>
                <w:sz w:val="24"/>
                <w:szCs w:val="24"/>
              </w:rPr>
              <w:t>tacjonarn</w:t>
            </w:r>
            <w:r w:rsidR="00A91194" w:rsidRPr="00DF2666">
              <w:rPr>
                <w:b w:val="0"/>
                <w:sz w:val="24"/>
                <w:szCs w:val="24"/>
              </w:rPr>
              <w:t>a</w:t>
            </w:r>
          </w:p>
        </w:tc>
      </w:tr>
      <w:tr w:rsidR="0085747A" w:rsidRPr="00DF2666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Rok i semestr</w:t>
            </w:r>
            <w:r w:rsidR="0030395F" w:rsidRPr="00DF2666">
              <w:rPr>
                <w:sz w:val="24"/>
                <w:szCs w:val="24"/>
              </w:rPr>
              <w:t>/y</w:t>
            </w:r>
            <w:r w:rsidRPr="00DF2666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295A64F5" w:rsidR="0085747A" w:rsidRPr="00DF2666" w:rsidRDefault="0038209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</w:t>
            </w:r>
            <w:r w:rsidR="007A5260" w:rsidRPr="00DF2666">
              <w:rPr>
                <w:b w:val="0"/>
                <w:sz w:val="24"/>
                <w:szCs w:val="24"/>
              </w:rPr>
              <w:t>ok</w:t>
            </w:r>
            <w:r w:rsidR="005C58F6" w:rsidRPr="00DF2666">
              <w:rPr>
                <w:b w:val="0"/>
                <w:sz w:val="24"/>
                <w:szCs w:val="24"/>
              </w:rPr>
              <w:t xml:space="preserve"> I</w:t>
            </w:r>
            <w:r w:rsidR="007A5260" w:rsidRPr="00DF2666">
              <w:rPr>
                <w:b w:val="0"/>
                <w:sz w:val="24"/>
                <w:szCs w:val="24"/>
              </w:rPr>
              <w:t>, semestr</w:t>
            </w:r>
            <w:r w:rsidR="005C58F6" w:rsidRPr="00DF2666">
              <w:rPr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DF2666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68EF7A9B" w:rsidR="0085747A" w:rsidRPr="00DF2666" w:rsidRDefault="0036350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kształcenia ogólnego</w:t>
            </w:r>
          </w:p>
        </w:tc>
      </w:tr>
      <w:tr w:rsidR="00923D7D" w:rsidRPr="00DF2666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DF266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007BEF0C" w:rsidR="00923D7D" w:rsidRPr="00DF2666" w:rsidRDefault="008F03B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p</w:t>
            </w:r>
            <w:r w:rsidR="008F70AB" w:rsidRPr="00DF2666">
              <w:rPr>
                <w:b w:val="0"/>
                <w:sz w:val="24"/>
                <w:szCs w:val="24"/>
              </w:rPr>
              <w:t>olski</w:t>
            </w:r>
          </w:p>
        </w:tc>
      </w:tr>
      <w:tr w:rsidR="0085747A" w:rsidRPr="00FC3AA4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06B6F06E" w:rsidR="0085747A" w:rsidRPr="002D732D" w:rsidRDefault="00BD4C9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  <w:lang w:val="en-GB"/>
              </w:rPr>
            </w:pPr>
            <w:r w:rsidRPr="002D732D">
              <w:rPr>
                <w:b w:val="0"/>
                <w:sz w:val="24"/>
                <w:szCs w:val="24"/>
                <w:lang w:val="en-GB"/>
              </w:rPr>
              <w:t>dr hab. Janusz Miąso, prof. UR</w:t>
            </w:r>
          </w:p>
        </w:tc>
      </w:tr>
      <w:tr w:rsidR="0085747A" w:rsidRPr="00FC3AA4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DF26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0FF2B0B5" w:rsidR="0085747A" w:rsidRPr="0099061B" w:rsidRDefault="0099061B" w:rsidP="009C54AE">
            <w:pPr>
              <w:pStyle w:val="Odpowiedzi"/>
              <w:spacing w:before="100" w:beforeAutospacing="1" w:after="100" w:afterAutospacing="1"/>
              <w:rPr>
                <w:b w:val="0"/>
                <w:bCs/>
                <w:sz w:val="24"/>
                <w:szCs w:val="24"/>
                <w:lang w:val="en-GB"/>
              </w:rPr>
            </w:pPr>
            <w:r>
              <w:rPr>
                <w:b w:val="0"/>
                <w:bCs/>
                <w:sz w:val="24"/>
                <w:szCs w:val="24"/>
                <w:lang w:val="en-GB"/>
              </w:rPr>
              <w:t>d</w:t>
            </w:r>
            <w:r w:rsidRPr="0099061B">
              <w:rPr>
                <w:b w:val="0"/>
                <w:bCs/>
                <w:sz w:val="24"/>
                <w:szCs w:val="24"/>
                <w:lang w:val="en-GB"/>
              </w:rPr>
              <w:t>r hab. Janusz Miąso, p</w:t>
            </w:r>
            <w:r>
              <w:rPr>
                <w:b w:val="0"/>
                <w:bCs/>
                <w:sz w:val="24"/>
                <w:szCs w:val="24"/>
                <w:lang w:val="en-GB"/>
              </w:rPr>
              <w:t>rof. UR</w:t>
            </w:r>
          </w:p>
        </w:tc>
      </w:tr>
    </w:tbl>
    <w:p w14:paraId="6FFA9E8B" w14:textId="77777777" w:rsidR="0085747A" w:rsidRPr="00DF2666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DF2666">
        <w:rPr>
          <w:sz w:val="24"/>
          <w:szCs w:val="24"/>
        </w:rPr>
        <w:t xml:space="preserve">* </w:t>
      </w:r>
      <w:r w:rsidRPr="00DF2666">
        <w:rPr>
          <w:i/>
          <w:sz w:val="24"/>
          <w:szCs w:val="24"/>
        </w:rPr>
        <w:t>-</w:t>
      </w:r>
      <w:r w:rsidR="00B90885" w:rsidRPr="00DF2666">
        <w:rPr>
          <w:b w:val="0"/>
          <w:i/>
          <w:sz w:val="24"/>
          <w:szCs w:val="24"/>
        </w:rPr>
        <w:t>opcjonalni</w:t>
      </w:r>
      <w:r w:rsidR="00B90885" w:rsidRPr="00DF2666">
        <w:rPr>
          <w:b w:val="0"/>
          <w:sz w:val="24"/>
          <w:szCs w:val="24"/>
        </w:rPr>
        <w:t>e,</w:t>
      </w:r>
      <w:r w:rsidRPr="00DF2666">
        <w:rPr>
          <w:i/>
          <w:sz w:val="24"/>
          <w:szCs w:val="24"/>
        </w:rPr>
        <w:t xml:space="preserve"> </w:t>
      </w:r>
      <w:r w:rsidRPr="00DF2666">
        <w:rPr>
          <w:b w:val="0"/>
          <w:i/>
          <w:sz w:val="24"/>
          <w:szCs w:val="24"/>
        </w:rPr>
        <w:t xml:space="preserve">zgodnie z ustaleniami </w:t>
      </w:r>
      <w:r w:rsidR="00B90885" w:rsidRPr="00DF2666">
        <w:rPr>
          <w:b w:val="0"/>
          <w:i/>
          <w:sz w:val="24"/>
          <w:szCs w:val="24"/>
        </w:rPr>
        <w:t>w Jednostce</w:t>
      </w:r>
    </w:p>
    <w:p w14:paraId="7CA13719" w14:textId="77777777" w:rsidR="00923D7D" w:rsidRPr="00DF2666" w:rsidRDefault="00923D7D" w:rsidP="009C54AE">
      <w:pPr>
        <w:pStyle w:val="Podpunkty"/>
        <w:ind w:left="0"/>
        <w:rPr>
          <w:sz w:val="24"/>
          <w:szCs w:val="24"/>
        </w:rPr>
      </w:pPr>
    </w:p>
    <w:p w14:paraId="4FCBBCFB" w14:textId="77777777" w:rsidR="0085747A" w:rsidRPr="00DF2666" w:rsidRDefault="0085747A" w:rsidP="009C54AE">
      <w:pPr>
        <w:pStyle w:val="Podpunkty"/>
        <w:ind w:left="284"/>
        <w:rPr>
          <w:sz w:val="24"/>
          <w:szCs w:val="24"/>
        </w:rPr>
      </w:pPr>
      <w:r w:rsidRPr="00DF2666">
        <w:rPr>
          <w:sz w:val="24"/>
          <w:szCs w:val="24"/>
        </w:rPr>
        <w:t>1.</w:t>
      </w:r>
      <w:r w:rsidR="00E22FBC" w:rsidRPr="00DF2666">
        <w:rPr>
          <w:sz w:val="24"/>
          <w:szCs w:val="24"/>
        </w:rPr>
        <w:t>1</w:t>
      </w:r>
      <w:r w:rsidRPr="00DF2666">
        <w:rPr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DF2666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DF2666" w14:paraId="1CDF9921" w14:textId="77777777" w:rsidTr="002473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Semestr</w:t>
            </w:r>
          </w:p>
          <w:p w14:paraId="69DD9837" w14:textId="77777777" w:rsidR="00015B8F" w:rsidRPr="00DF2666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(</w:t>
            </w:r>
            <w:r w:rsidR="00363F78" w:rsidRPr="00DF2666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DF2666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DF2666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DF2666">
              <w:rPr>
                <w:b/>
                <w:szCs w:val="24"/>
              </w:rPr>
              <w:t>Liczba pkt</w:t>
            </w:r>
            <w:r w:rsidR="00B90885" w:rsidRPr="00DF2666">
              <w:rPr>
                <w:b/>
                <w:szCs w:val="24"/>
              </w:rPr>
              <w:t>.</w:t>
            </w:r>
            <w:r w:rsidRPr="00DF2666">
              <w:rPr>
                <w:b/>
                <w:szCs w:val="24"/>
              </w:rPr>
              <w:t xml:space="preserve"> ECTS</w:t>
            </w:r>
          </w:p>
        </w:tc>
      </w:tr>
      <w:tr w:rsidR="00015B8F" w:rsidRPr="00DF2666" w14:paraId="6D3081D3" w14:textId="77777777" w:rsidTr="005A05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3D9C" w14:textId="659262E9" w:rsidR="00015B8F" w:rsidRPr="00DF2666" w:rsidRDefault="003C5A0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7C09F14A" w:rsidR="00015B8F" w:rsidRPr="00DF2666" w:rsidRDefault="0038209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DF266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DF266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DF266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DF266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DF266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DF266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DF2666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67C86661" w:rsidR="00015B8F" w:rsidRPr="00DF2666" w:rsidRDefault="003C5A0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2</w:t>
            </w:r>
          </w:p>
        </w:tc>
      </w:tr>
    </w:tbl>
    <w:p w14:paraId="32B8791C" w14:textId="77777777" w:rsidR="00923D7D" w:rsidRPr="00DF2666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A0B07E7" w14:textId="77777777" w:rsidR="00923D7D" w:rsidRPr="00DF2666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443B15DD" w14:textId="77777777" w:rsidR="0085747A" w:rsidRPr="00DF266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DF2666">
        <w:rPr>
          <w:smallCaps w:val="0"/>
          <w:szCs w:val="24"/>
        </w:rPr>
        <w:t>1.</w:t>
      </w:r>
      <w:r w:rsidR="00E22FBC" w:rsidRPr="00DF2666">
        <w:rPr>
          <w:smallCaps w:val="0"/>
          <w:szCs w:val="24"/>
        </w:rPr>
        <w:t>2</w:t>
      </w:r>
      <w:r w:rsidR="00F83B28" w:rsidRPr="00DF2666">
        <w:rPr>
          <w:smallCaps w:val="0"/>
          <w:szCs w:val="24"/>
        </w:rPr>
        <w:t>.</w:t>
      </w:r>
      <w:r w:rsidR="00F83B28" w:rsidRPr="00DF2666">
        <w:rPr>
          <w:smallCaps w:val="0"/>
          <w:szCs w:val="24"/>
        </w:rPr>
        <w:tab/>
      </w:r>
      <w:r w:rsidRPr="00DF2666">
        <w:rPr>
          <w:smallCaps w:val="0"/>
          <w:szCs w:val="24"/>
        </w:rPr>
        <w:t xml:space="preserve">Sposób realizacji zajęć  </w:t>
      </w:r>
    </w:p>
    <w:p w14:paraId="29C29D2C" w14:textId="77777777" w:rsidR="0085747A" w:rsidRPr="00DF2666" w:rsidRDefault="003F71AE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DF2666">
        <w:rPr>
          <w:rFonts w:eastAsia="MS Gothic"/>
          <w:b w:val="0"/>
          <w:szCs w:val="24"/>
          <w:u w:val="single"/>
        </w:rPr>
        <w:t>X</w:t>
      </w:r>
      <w:r w:rsidR="0085747A" w:rsidRPr="00DF2666">
        <w:rPr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DF2666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DF2666">
        <w:rPr>
          <w:rFonts w:ascii="Segoe UI Symbol" w:eastAsia="MS Gothic" w:hAnsi="Segoe UI Symbol" w:cs="Segoe UI Symbol"/>
          <w:b w:val="0"/>
          <w:szCs w:val="24"/>
        </w:rPr>
        <w:t>☐</w:t>
      </w:r>
      <w:r w:rsidRPr="00DF2666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DF2666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DBC9FE7" w14:textId="520A2A74" w:rsidR="007916D1" w:rsidRPr="009E74E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DF2666">
        <w:rPr>
          <w:smallCaps w:val="0"/>
          <w:szCs w:val="24"/>
        </w:rPr>
        <w:t xml:space="preserve">1.3 </w:t>
      </w:r>
      <w:r w:rsidR="00F83B28" w:rsidRPr="00DF2666">
        <w:rPr>
          <w:smallCaps w:val="0"/>
          <w:szCs w:val="24"/>
        </w:rPr>
        <w:tab/>
      </w:r>
      <w:r w:rsidRPr="00DF2666">
        <w:rPr>
          <w:smallCaps w:val="0"/>
          <w:szCs w:val="24"/>
        </w:rPr>
        <w:t>For</w:t>
      </w:r>
      <w:r w:rsidR="00445970" w:rsidRPr="00DF2666">
        <w:rPr>
          <w:smallCaps w:val="0"/>
          <w:szCs w:val="24"/>
        </w:rPr>
        <w:t xml:space="preserve">ma zaliczenia przedmiotu </w:t>
      </w:r>
      <w:r w:rsidR="009E74E7">
        <w:rPr>
          <w:smallCaps w:val="0"/>
          <w:szCs w:val="24"/>
        </w:rPr>
        <w:t>(z toku):</w:t>
      </w:r>
      <w:r w:rsidR="009E74E7" w:rsidRPr="009E74E7">
        <w:rPr>
          <w:b w:val="0"/>
          <w:smallCaps w:val="0"/>
          <w:szCs w:val="24"/>
        </w:rPr>
        <w:t xml:space="preserve"> e</w:t>
      </w:r>
      <w:r w:rsidR="007916D1" w:rsidRPr="009E74E7">
        <w:rPr>
          <w:b w:val="0"/>
          <w:smallCaps w:val="0"/>
          <w:szCs w:val="24"/>
        </w:rPr>
        <w:t>gzamin</w:t>
      </w:r>
    </w:p>
    <w:p w14:paraId="684F1451" w14:textId="77777777" w:rsidR="009C54AE" w:rsidRPr="00DF2666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3CCB587E" w14:textId="77777777" w:rsidR="00E960BB" w:rsidRPr="00DF2666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600EB748" w14:textId="77777777" w:rsidR="00E960BB" w:rsidRPr="00DF2666" w:rsidRDefault="0085747A" w:rsidP="009C54AE">
      <w:pPr>
        <w:pStyle w:val="Punktygwne"/>
        <w:spacing w:before="0" w:after="0"/>
        <w:rPr>
          <w:szCs w:val="24"/>
        </w:rPr>
      </w:pPr>
      <w:r w:rsidRPr="00DF2666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2666" w14:paraId="3ACBBF9A" w14:textId="77777777" w:rsidTr="00745302">
        <w:tc>
          <w:tcPr>
            <w:tcW w:w="9670" w:type="dxa"/>
          </w:tcPr>
          <w:p w14:paraId="4A97C0C9" w14:textId="3A6FB1DD" w:rsidR="0085747A" w:rsidRPr="00DF2666" w:rsidRDefault="00092BBC" w:rsidP="00352A9B">
            <w:pPr>
              <w:spacing w:after="0"/>
              <w:jc w:val="both"/>
              <w:rPr>
                <w:rFonts w:ascii="Times New Roman" w:hAnsi="Times New Roman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Zainteresowanie zagadnieniami</w:t>
            </w:r>
            <w:r w:rsidR="00A55AC0" w:rsidRPr="00DF2666">
              <w:rPr>
                <w:rFonts w:ascii="Times New Roman" w:hAnsi="Times New Roman"/>
                <w:sz w:val="24"/>
                <w:szCs w:val="24"/>
              </w:rPr>
              <w:t xml:space="preserve"> z zakresu przemian społecznych i cywilizacyjnych we współczesnym świecie.</w:t>
            </w:r>
          </w:p>
        </w:tc>
      </w:tr>
    </w:tbl>
    <w:p w14:paraId="358255F5" w14:textId="77777777" w:rsidR="00153C41" w:rsidRPr="00DF2666" w:rsidRDefault="00153C41" w:rsidP="009C54AE">
      <w:pPr>
        <w:pStyle w:val="Punktygwne"/>
        <w:spacing w:before="0" w:after="0"/>
        <w:rPr>
          <w:szCs w:val="24"/>
        </w:rPr>
      </w:pPr>
    </w:p>
    <w:p w14:paraId="642857C4" w14:textId="168FC093" w:rsidR="0085747A" w:rsidRPr="00DF2666" w:rsidRDefault="0071620A" w:rsidP="009C54AE">
      <w:pPr>
        <w:pStyle w:val="Punktygwne"/>
        <w:spacing w:before="0" w:after="0"/>
        <w:rPr>
          <w:szCs w:val="24"/>
        </w:rPr>
      </w:pPr>
      <w:r w:rsidRPr="00DF2666">
        <w:rPr>
          <w:szCs w:val="24"/>
        </w:rPr>
        <w:t>3.</w:t>
      </w:r>
      <w:r w:rsidR="0085747A" w:rsidRPr="00DF2666">
        <w:rPr>
          <w:szCs w:val="24"/>
        </w:rPr>
        <w:t xml:space="preserve"> </w:t>
      </w:r>
      <w:r w:rsidR="00A84C85" w:rsidRPr="00DF2666">
        <w:rPr>
          <w:szCs w:val="24"/>
        </w:rPr>
        <w:t>cele, efekty uczenia się</w:t>
      </w:r>
      <w:r w:rsidR="0085747A" w:rsidRPr="00DF2666">
        <w:rPr>
          <w:szCs w:val="24"/>
        </w:rPr>
        <w:t>, treści Programowe i stosowane metody Dydaktyczne</w:t>
      </w:r>
    </w:p>
    <w:p w14:paraId="7ABBEA25" w14:textId="77777777" w:rsidR="0085747A" w:rsidRPr="00DF2666" w:rsidRDefault="0085747A" w:rsidP="009C54AE">
      <w:pPr>
        <w:pStyle w:val="Punktygwne"/>
        <w:spacing w:before="0" w:after="0"/>
        <w:rPr>
          <w:szCs w:val="24"/>
        </w:rPr>
      </w:pPr>
    </w:p>
    <w:p w14:paraId="16127585" w14:textId="77777777" w:rsidR="0085747A" w:rsidRPr="00DF2666" w:rsidRDefault="0071620A" w:rsidP="009C54AE">
      <w:pPr>
        <w:pStyle w:val="Podpunkty"/>
        <w:rPr>
          <w:sz w:val="24"/>
          <w:szCs w:val="24"/>
        </w:rPr>
      </w:pPr>
      <w:r w:rsidRPr="00DF2666">
        <w:rPr>
          <w:sz w:val="24"/>
          <w:szCs w:val="24"/>
        </w:rPr>
        <w:lastRenderedPageBreak/>
        <w:t xml:space="preserve">3.1 </w:t>
      </w:r>
      <w:r w:rsidR="00C05F44" w:rsidRPr="00DF2666">
        <w:rPr>
          <w:sz w:val="24"/>
          <w:szCs w:val="24"/>
        </w:rPr>
        <w:t>Cele przedmiotu</w:t>
      </w:r>
    </w:p>
    <w:p w14:paraId="5D332E54" w14:textId="77777777" w:rsidR="00D35B76" w:rsidRPr="00DF2666" w:rsidRDefault="00D35B76" w:rsidP="009C54AE">
      <w:pPr>
        <w:pStyle w:val="Podpunkty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D35B76" w:rsidRPr="00DF2666" w14:paraId="4894C0CA" w14:textId="77777777" w:rsidTr="00D3212A">
        <w:tc>
          <w:tcPr>
            <w:tcW w:w="672" w:type="dxa"/>
            <w:vAlign w:val="center"/>
          </w:tcPr>
          <w:p w14:paraId="0F854381" w14:textId="77777777" w:rsidR="00D35B76" w:rsidRPr="00DF2666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vAlign w:val="center"/>
          </w:tcPr>
          <w:p w14:paraId="067B706D" w14:textId="34C3E9E5" w:rsidR="00D35B76" w:rsidRPr="00DF2666" w:rsidRDefault="00A55AC0" w:rsidP="00A55AC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 xml:space="preserve">Zapoznanie studentów z głównym instrumentarium pojęciowym antropologii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br/>
              <w:t>(w tym antropologii kultury), jej podstawowymi teoriami i osiągnięciami</w:t>
            </w:r>
          </w:p>
        </w:tc>
      </w:tr>
      <w:tr w:rsidR="00D35B76" w:rsidRPr="00DF2666" w14:paraId="56CCB34A" w14:textId="77777777" w:rsidTr="00D3212A">
        <w:tc>
          <w:tcPr>
            <w:tcW w:w="672" w:type="dxa"/>
            <w:vAlign w:val="center"/>
          </w:tcPr>
          <w:p w14:paraId="0DB4F242" w14:textId="77777777" w:rsidR="00D35B76" w:rsidRPr="00DF2666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DF2666">
              <w:rPr>
                <w:sz w:val="24"/>
                <w:szCs w:val="24"/>
              </w:rPr>
              <w:t>C2</w:t>
            </w:r>
          </w:p>
        </w:tc>
        <w:tc>
          <w:tcPr>
            <w:tcW w:w="8956" w:type="dxa"/>
            <w:vAlign w:val="center"/>
          </w:tcPr>
          <w:p w14:paraId="3408F5DB" w14:textId="602E83F5" w:rsidR="00D35B76" w:rsidRPr="00DF2666" w:rsidRDefault="00A55AC0" w:rsidP="00A55AC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D35B76" w:rsidRPr="00DF2666" w14:paraId="08577DEC" w14:textId="77777777" w:rsidTr="00D3212A">
        <w:tc>
          <w:tcPr>
            <w:tcW w:w="672" w:type="dxa"/>
            <w:vAlign w:val="center"/>
          </w:tcPr>
          <w:p w14:paraId="06070AD5" w14:textId="77777777" w:rsidR="00D35B76" w:rsidRPr="00DF2666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vAlign w:val="center"/>
          </w:tcPr>
          <w:p w14:paraId="7E5B1C3E" w14:textId="4D566AB8" w:rsidR="00D35B76" w:rsidRPr="00DF2666" w:rsidRDefault="00A55AC0" w:rsidP="00A55AC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Zachęcenie słuchaczy do przyjmowania postaw otwartości na inne kultury i społeczeństwa, a także docenienia i troski o spuściznę kulturową swojego regionu</w:t>
            </w:r>
          </w:p>
        </w:tc>
      </w:tr>
      <w:tr w:rsidR="00D35B76" w:rsidRPr="00DF2666" w14:paraId="12D65A98" w14:textId="77777777" w:rsidTr="00D3212A">
        <w:tc>
          <w:tcPr>
            <w:tcW w:w="672" w:type="dxa"/>
            <w:vAlign w:val="center"/>
          </w:tcPr>
          <w:p w14:paraId="1F8682E7" w14:textId="77777777" w:rsidR="00D35B76" w:rsidRPr="00DF2666" w:rsidRDefault="00D35B76" w:rsidP="00E174FD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DF2666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8956" w:type="dxa"/>
            <w:vAlign w:val="center"/>
          </w:tcPr>
          <w:p w14:paraId="0658AC4B" w14:textId="7E3E1D11" w:rsidR="00D35B76" w:rsidRPr="00DF2666" w:rsidRDefault="00A55AC0" w:rsidP="00A55AC0">
            <w:pPr>
              <w:pStyle w:val="Podpunkty"/>
              <w:spacing w:before="40" w:after="40"/>
              <w:ind w:left="0"/>
              <w:rPr>
                <w:rFonts w:eastAsia="Cambria"/>
                <w:b w:val="0"/>
                <w:sz w:val="24"/>
                <w:szCs w:val="24"/>
                <w:lang w:eastAsia="en-US"/>
              </w:rPr>
            </w:pPr>
            <w:r w:rsidRPr="00DF2666">
              <w:rPr>
                <w:b w:val="0"/>
                <w:sz w:val="24"/>
                <w:szCs w:val="24"/>
              </w:rPr>
              <w:t>Zachęcenie studentów do 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33CEF8A8" w14:textId="77777777" w:rsidR="00D35B76" w:rsidRPr="00DF2666" w:rsidRDefault="00D35B76" w:rsidP="009C54AE">
      <w:pPr>
        <w:pStyle w:val="Podpunkty"/>
        <w:rPr>
          <w:sz w:val="24"/>
          <w:szCs w:val="24"/>
        </w:rPr>
      </w:pPr>
    </w:p>
    <w:p w14:paraId="262624B7" w14:textId="77777777" w:rsidR="001132F3" w:rsidRPr="00DF2666" w:rsidRDefault="001132F3" w:rsidP="001132F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DF2666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DF2666">
        <w:rPr>
          <w:rFonts w:ascii="Times New Roman" w:hAnsi="Times New Roman"/>
          <w:sz w:val="24"/>
          <w:szCs w:val="24"/>
        </w:rPr>
        <w:t xml:space="preserve"> </w:t>
      </w:r>
    </w:p>
    <w:p w14:paraId="205B5899" w14:textId="77777777" w:rsidR="00F83B28" w:rsidRPr="00DF2666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7"/>
        <w:gridCol w:w="1863"/>
      </w:tblGrid>
      <w:tr w:rsidR="00D35B76" w:rsidRPr="00DF2666" w14:paraId="4A76D71B" w14:textId="77777777" w:rsidTr="007A1E3C">
        <w:tc>
          <w:tcPr>
            <w:tcW w:w="1690" w:type="dxa"/>
          </w:tcPr>
          <w:p w14:paraId="6B62B06F" w14:textId="521DA273" w:rsidR="00D35B76" w:rsidRPr="00DF266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smallCaps w:val="0"/>
                <w:szCs w:val="24"/>
              </w:rPr>
              <w:t>EK</w:t>
            </w:r>
            <w:r w:rsidR="00DE55FF">
              <w:rPr>
                <w:b w:val="0"/>
                <w:smallCaps w:val="0"/>
                <w:szCs w:val="24"/>
              </w:rPr>
              <w:t xml:space="preserve"> (efekt uczenia się</w:t>
            </w:r>
            <w:r w:rsidRPr="00DF2666">
              <w:rPr>
                <w:b w:val="0"/>
                <w:smallCaps w:val="0"/>
                <w:szCs w:val="24"/>
              </w:rPr>
              <w:t>)</w:t>
            </w:r>
          </w:p>
          <w:p w14:paraId="44177DC5" w14:textId="77777777" w:rsidR="00D35B76" w:rsidRPr="00DF266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5440DAB0" w14:textId="5DD2AD24" w:rsidR="00D35B76" w:rsidRPr="00DF2666" w:rsidRDefault="00DE55FF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Treść efektu uczenia się</w:t>
            </w:r>
            <w:r w:rsidR="00D35B76" w:rsidRPr="00DF2666">
              <w:rPr>
                <w:b w:val="0"/>
                <w:smallCaps w:val="0"/>
                <w:szCs w:val="24"/>
              </w:rPr>
              <w:t xml:space="preserve"> zdefin</w:t>
            </w:r>
            <w:r w:rsidR="00960011" w:rsidRPr="00DF2666">
              <w:rPr>
                <w:b w:val="0"/>
                <w:smallCaps w:val="0"/>
                <w:szCs w:val="24"/>
              </w:rPr>
              <w:t xml:space="preserve">iowanego dla przedmiotu </w:t>
            </w:r>
          </w:p>
          <w:p w14:paraId="3AC9C3E4" w14:textId="77777777" w:rsidR="007A1E3C" w:rsidRDefault="007A1E3C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7126FE6" w14:textId="77777777" w:rsidR="00960011" w:rsidRPr="00DF2666" w:rsidRDefault="00960011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3" w:type="dxa"/>
          </w:tcPr>
          <w:p w14:paraId="795B9BD9" w14:textId="6BDCDA5B" w:rsidR="00D35B76" w:rsidRPr="00DF2666" w:rsidRDefault="00D35B76" w:rsidP="007A1E3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Odnie</w:t>
            </w:r>
            <w:r w:rsidR="00DE55FF">
              <w:rPr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35B76" w:rsidRPr="00DF2666" w14:paraId="3AAF83CC" w14:textId="77777777" w:rsidTr="007A1E3C">
        <w:tc>
          <w:tcPr>
            <w:tcW w:w="1690" w:type="dxa"/>
          </w:tcPr>
          <w:p w14:paraId="4C2709A3" w14:textId="6D71F6A4" w:rsidR="00D35B76" w:rsidRPr="00DF2666" w:rsidRDefault="007A1E3C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483DB5" w:rsidRPr="00DF2666">
              <w:rPr>
                <w:b w:val="0"/>
                <w:smallCaps w:val="0"/>
                <w:szCs w:val="24"/>
              </w:rPr>
              <w:t>_01</w:t>
            </w:r>
          </w:p>
          <w:p w14:paraId="10A9A276" w14:textId="77777777" w:rsidR="00D35B76" w:rsidRPr="00DF266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CA4017" w14:textId="77777777" w:rsidR="00D35B76" w:rsidRPr="00DF266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2809872D" w14:textId="77777777" w:rsidR="00D35B76" w:rsidRPr="00DF266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0939481" w14:textId="3FB0E80E" w:rsidR="005D0D04" w:rsidRPr="00DF2666" w:rsidRDefault="00695513" w:rsidP="00695513">
            <w:pPr>
              <w:pStyle w:val="Bezodstpw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ma rozszerzoną wiedzę z zakresu wybranych koncepcji metod i badań antropologicznych w kategoriach teoretycznych (ewolucjonizm i dyfuzjonizm, funkcjonalizm, etnopsychologizm i strukturalizm)</w:t>
            </w:r>
          </w:p>
        </w:tc>
        <w:tc>
          <w:tcPr>
            <w:tcW w:w="1863" w:type="dxa"/>
          </w:tcPr>
          <w:p w14:paraId="08B4D376" w14:textId="41C2493B" w:rsidR="00712EAE" w:rsidRPr="00DF2666" w:rsidRDefault="00B52905" w:rsidP="007A1E3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K_W07</w:t>
            </w:r>
          </w:p>
          <w:p w14:paraId="1C210AFE" w14:textId="77777777" w:rsidR="00D35B76" w:rsidRPr="00DF2666" w:rsidRDefault="00D35B76" w:rsidP="007A1E3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D35B76" w:rsidRPr="00DF2666" w14:paraId="13B70BE6" w14:textId="77777777" w:rsidTr="00352A9B">
        <w:trPr>
          <w:trHeight w:val="2164"/>
        </w:trPr>
        <w:tc>
          <w:tcPr>
            <w:tcW w:w="1690" w:type="dxa"/>
          </w:tcPr>
          <w:p w14:paraId="18799657" w14:textId="6F02E88A" w:rsidR="00712EAE" w:rsidRPr="00DF2666" w:rsidRDefault="007A1E3C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483DB5" w:rsidRPr="00DF2666">
              <w:rPr>
                <w:b w:val="0"/>
                <w:smallCaps w:val="0"/>
                <w:szCs w:val="24"/>
              </w:rPr>
              <w:t>_0</w:t>
            </w:r>
            <w:r w:rsidR="00DC5464" w:rsidRPr="00DF2666">
              <w:rPr>
                <w:b w:val="0"/>
                <w:smallCaps w:val="0"/>
                <w:szCs w:val="24"/>
              </w:rPr>
              <w:t>2</w:t>
            </w:r>
          </w:p>
          <w:p w14:paraId="0B895310" w14:textId="77777777" w:rsidR="00D35B76" w:rsidRPr="00DF2666" w:rsidRDefault="00D35B76" w:rsidP="00C376F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2E443CEB" w14:textId="10DB7C2B" w:rsidR="00D35B76" w:rsidRPr="00DF2666" w:rsidRDefault="00FC3AA4" w:rsidP="00A55A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sposób uporządkowany </w:t>
            </w:r>
            <w:r w:rsidR="00695513" w:rsidRPr="00DF2666">
              <w:rPr>
                <w:rFonts w:ascii="Times New Roman" w:hAnsi="Times New Roman"/>
                <w:sz w:val="24"/>
                <w:szCs w:val="24"/>
              </w:rPr>
              <w:t>scharakteryzuje podstawowe związki między czterema dyscyplinami wchodzącymi w skład antropologii (antropologia kulturowa, antropologia biologiczna, archeologia i antropologia lingwistyczna) oraz przedmiot badań antropologii kulturowej, posługując się jednocześnie podstawowym instrumentarium pojęciowym antropologii kultury (np. kultura, wzór, obyczaj, obrzęd, symbol, mit itp.)</w:t>
            </w:r>
          </w:p>
        </w:tc>
        <w:tc>
          <w:tcPr>
            <w:tcW w:w="1863" w:type="dxa"/>
          </w:tcPr>
          <w:p w14:paraId="0AE1CE61" w14:textId="5E1A2BC3" w:rsidR="00D35B76" w:rsidRPr="00DF2666" w:rsidRDefault="00B52905" w:rsidP="007A1E3C">
            <w:pPr>
              <w:pStyle w:val="Default"/>
              <w:rPr>
                <w:rFonts w:ascii="Times New Roman" w:hAnsi="Times New Roman" w:cs="Times New Roman"/>
                <w:smallCaps/>
              </w:rPr>
            </w:pPr>
            <w:r w:rsidRPr="00DF2666">
              <w:rPr>
                <w:rFonts w:ascii="Times New Roman" w:hAnsi="Times New Roman" w:cs="Times New Roman"/>
              </w:rPr>
              <w:t>K_W18</w:t>
            </w:r>
          </w:p>
        </w:tc>
      </w:tr>
      <w:tr w:rsidR="00D35B76" w:rsidRPr="00DF2666" w14:paraId="5F2BB7B7" w14:textId="77777777" w:rsidTr="007A1E3C">
        <w:trPr>
          <w:trHeight w:val="605"/>
        </w:trPr>
        <w:tc>
          <w:tcPr>
            <w:tcW w:w="1690" w:type="dxa"/>
          </w:tcPr>
          <w:p w14:paraId="705033EB" w14:textId="65A98C23" w:rsidR="00712EAE" w:rsidRPr="00DF2666" w:rsidRDefault="007A1E3C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483DB5" w:rsidRPr="00DF2666">
              <w:rPr>
                <w:b w:val="0"/>
                <w:smallCaps w:val="0"/>
                <w:szCs w:val="24"/>
              </w:rPr>
              <w:t>_0</w:t>
            </w:r>
            <w:r w:rsidR="00DC5464" w:rsidRPr="00DF2666">
              <w:rPr>
                <w:b w:val="0"/>
                <w:smallCaps w:val="0"/>
                <w:szCs w:val="24"/>
              </w:rPr>
              <w:t>3</w:t>
            </w:r>
          </w:p>
          <w:p w14:paraId="4FE4B582" w14:textId="77777777" w:rsidR="00D35B76" w:rsidRPr="00DF2666" w:rsidRDefault="00D35B76" w:rsidP="00E174FD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14140EE0" w14:textId="3D99EC01" w:rsidR="00D35B76" w:rsidRPr="00DF2666" w:rsidRDefault="00B52905" w:rsidP="00AD74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 xml:space="preserve">rozumie </w:t>
            </w:r>
            <w:r w:rsidR="00FC3AA4">
              <w:rPr>
                <w:rFonts w:ascii="Times New Roman" w:hAnsi="Times New Roman"/>
                <w:sz w:val="24"/>
                <w:szCs w:val="24"/>
              </w:rPr>
              <w:t xml:space="preserve">w stopniu zaawansowanym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znaczenie człowieka jako </w:t>
            </w:r>
            <w:r w:rsidR="00FC3AA4">
              <w:rPr>
                <w:rFonts w:ascii="Times New Roman" w:hAnsi="Times New Roman"/>
                <w:sz w:val="24"/>
                <w:szCs w:val="24"/>
              </w:rPr>
              <w:t>kreatora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kultury i </w:t>
            </w:r>
            <w:r w:rsidR="00AA730D" w:rsidRPr="00DF2666">
              <w:rPr>
                <w:rFonts w:ascii="Times New Roman" w:hAnsi="Times New Roman"/>
                <w:sz w:val="24"/>
                <w:szCs w:val="24"/>
              </w:rPr>
              <w:t xml:space="preserve">wpływu kultury na kształtowanie człowieka </w:t>
            </w:r>
          </w:p>
        </w:tc>
        <w:tc>
          <w:tcPr>
            <w:tcW w:w="1863" w:type="dxa"/>
          </w:tcPr>
          <w:p w14:paraId="608B6843" w14:textId="3B26164E" w:rsidR="00D35B76" w:rsidRPr="00DF2666" w:rsidRDefault="00B52905" w:rsidP="007A1E3C">
            <w:pPr>
              <w:pStyle w:val="Default"/>
              <w:rPr>
                <w:rFonts w:ascii="Times New Roman" w:hAnsi="Times New Roman" w:cs="Times New Roman"/>
                <w:smallCaps/>
              </w:rPr>
            </w:pPr>
            <w:r w:rsidRPr="00DF2666">
              <w:rPr>
                <w:rFonts w:ascii="Times New Roman" w:hAnsi="Times New Roman" w:cs="Times New Roman"/>
              </w:rPr>
              <w:t>K_W25</w:t>
            </w:r>
          </w:p>
        </w:tc>
      </w:tr>
      <w:tr w:rsidR="009C141A" w:rsidRPr="00DF2666" w14:paraId="7201316C" w14:textId="77777777" w:rsidTr="007A1E3C">
        <w:tc>
          <w:tcPr>
            <w:tcW w:w="1690" w:type="dxa"/>
          </w:tcPr>
          <w:p w14:paraId="7F607006" w14:textId="71AC30B9" w:rsidR="009C141A" w:rsidRPr="00DF2666" w:rsidRDefault="007A1E3C" w:rsidP="009C141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483DB5" w:rsidRPr="00DF2666">
              <w:rPr>
                <w:b w:val="0"/>
                <w:smallCaps w:val="0"/>
                <w:szCs w:val="24"/>
              </w:rPr>
              <w:t>_0</w:t>
            </w:r>
            <w:r w:rsidR="00DC5464" w:rsidRPr="00DF2666">
              <w:rPr>
                <w:b w:val="0"/>
                <w:smallCaps w:val="0"/>
                <w:szCs w:val="24"/>
              </w:rPr>
              <w:t>4</w:t>
            </w:r>
          </w:p>
          <w:p w14:paraId="1AC98092" w14:textId="32D1FE29" w:rsidR="009C141A" w:rsidRPr="00DF2666" w:rsidRDefault="009C141A" w:rsidP="00712E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5967" w:type="dxa"/>
          </w:tcPr>
          <w:p w14:paraId="3F561EDB" w14:textId="6FB213FC" w:rsidR="009C141A" w:rsidRPr="00DF2666" w:rsidRDefault="00FC3AA4" w:rsidP="00AD74AC">
            <w:pPr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potrafi wykorzystać poszerzoną wiedzę teoretyczną, aby </w:t>
            </w:r>
            <w:r w:rsidR="00AD74AC" w:rsidRPr="00DF2666">
              <w:rPr>
                <w:rFonts w:ascii="Times New Roman" w:hAnsi="Times New Roman"/>
                <w:sz w:val="24"/>
                <w:szCs w:val="24"/>
              </w:rPr>
              <w:t>przeanaliz</w:t>
            </w:r>
            <w:r>
              <w:rPr>
                <w:rFonts w:ascii="Times New Roman" w:hAnsi="Times New Roman"/>
                <w:sz w:val="24"/>
                <w:szCs w:val="24"/>
              </w:rPr>
              <w:t>ować</w:t>
            </w:r>
            <w:r w:rsidR="00AD74AC" w:rsidRPr="00DF2666">
              <w:rPr>
                <w:rFonts w:ascii="Times New Roman" w:hAnsi="Times New Roman"/>
                <w:sz w:val="24"/>
                <w:szCs w:val="24"/>
              </w:rPr>
              <w:t xml:space="preserve"> i zinterpret</w:t>
            </w:r>
            <w:r>
              <w:rPr>
                <w:rFonts w:ascii="Times New Roman" w:hAnsi="Times New Roman"/>
                <w:sz w:val="24"/>
                <w:szCs w:val="24"/>
              </w:rPr>
              <w:t>ować</w:t>
            </w:r>
            <w:r w:rsidR="00AD74AC" w:rsidRPr="00DF2666">
              <w:rPr>
                <w:rFonts w:ascii="Times New Roman" w:hAnsi="Times New Roman"/>
                <w:sz w:val="24"/>
                <w:szCs w:val="24"/>
              </w:rPr>
              <w:t xml:space="preserve"> zachowania, tak własne, jak i innych, w kontekście powszechnie przyjętych wzorców kulturowych opartych o zasady, normy etyczne i wartości wypływające z postawy humanistycznej, formułując jednocześnie wnioski i wskazując obszary wymagające zmian oraz działań na rzecz własnego rozwoju i rozwoju innych uczestników życia społecznego, w tym, w środowisku wielokulturowym</w:t>
            </w:r>
          </w:p>
        </w:tc>
        <w:tc>
          <w:tcPr>
            <w:tcW w:w="1863" w:type="dxa"/>
          </w:tcPr>
          <w:p w14:paraId="65EA8BC7" w14:textId="40099619" w:rsidR="009C141A" w:rsidRPr="00DF2666" w:rsidRDefault="00B52905" w:rsidP="007A1E3C">
            <w:pPr>
              <w:pStyle w:val="Default"/>
              <w:rPr>
                <w:rFonts w:ascii="Times New Roman" w:hAnsi="Times New Roman" w:cs="Times New Roman"/>
              </w:rPr>
            </w:pPr>
            <w:r w:rsidRPr="00DF2666">
              <w:rPr>
                <w:rFonts w:ascii="Times New Roman" w:hAnsi="Times New Roman" w:cs="Times New Roman"/>
              </w:rPr>
              <w:t>K_U02</w:t>
            </w:r>
          </w:p>
        </w:tc>
      </w:tr>
      <w:tr w:rsidR="00AC1574" w:rsidRPr="00DF2666" w14:paraId="61BF4E7D" w14:textId="77777777" w:rsidTr="007A1E3C">
        <w:tc>
          <w:tcPr>
            <w:tcW w:w="1690" w:type="dxa"/>
          </w:tcPr>
          <w:p w14:paraId="39AD8621" w14:textId="46580BCE" w:rsidR="00AC1574" w:rsidRPr="00DF2666" w:rsidRDefault="007A1E3C" w:rsidP="009C141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</w:t>
            </w:r>
            <w:r w:rsidR="00483DB5" w:rsidRPr="00DF2666">
              <w:rPr>
                <w:b w:val="0"/>
                <w:smallCaps w:val="0"/>
                <w:szCs w:val="24"/>
              </w:rPr>
              <w:t>_0</w:t>
            </w:r>
            <w:r w:rsidR="00DC5464" w:rsidRPr="00DF2666">
              <w:rPr>
                <w:b w:val="0"/>
                <w:smallCaps w:val="0"/>
                <w:szCs w:val="24"/>
              </w:rPr>
              <w:t>5</w:t>
            </w:r>
          </w:p>
        </w:tc>
        <w:tc>
          <w:tcPr>
            <w:tcW w:w="5967" w:type="dxa"/>
          </w:tcPr>
          <w:p w14:paraId="50FF6944" w14:textId="4CA638DF" w:rsidR="00AC1574" w:rsidRPr="00DF2666" w:rsidRDefault="00AD74AC" w:rsidP="00AD74AC">
            <w:pPr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 xml:space="preserve">dokonuje </w:t>
            </w:r>
            <w:r w:rsidR="00FC3AA4">
              <w:rPr>
                <w:rFonts w:ascii="Times New Roman" w:hAnsi="Times New Roman"/>
                <w:sz w:val="24"/>
                <w:szCs w:val="24"/>
              </w:rPr>
              <w:t xml:space="preserve">krytycznej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refleksji na temat wagi kultury w życiu człowieka, otwartości na innych i inne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lastRenderedPageBreak/>
              <w:t>kultury/społeczeństwa oraz docenia spuściznę kulturową swojego regionu</w:t>
            </w:r>
          </w:p>
        </w:tc>
        <w:tc>
          <w:tcPr>
            <w:tcW w:w="1863" w:type="dxa"/>
          </w:tcPr>
          <w:p w14:paraId="71764844" w14:textId="52E951B5" w:rsidR="00AC1574" w:rsidRPr="00DF2666" w:rsidRDefault="00B52905" w:rsidP="007A1E3C">
            <w:pPr>
              <w:pStyle w:val="Default"/>
              <w:rPr>
                <w:rFonts w:ascii="Times New Roman" w:hAnsi="Times New Roman" w:cs="Times New Roman"/>
              </w:rPr>
            </w:pPr>
            <w:r w:rsidRPr="00DF2666">
              <w:rPr>
                <w:rFonts w:ascii="Times New Roman" w:hAnsi="Times New Roman" w:cs="Times New Roman"/>
              </w:rPr>
              <w:lastRenderedPageBreak/>
              <w:t>K_K02</w:t>
            </w:r>
          </w:p>
        </w:tc>
      </w:tr>
    </w:tbl>
    <w:p w14:paraId="6A074233" w14:textId="77777777" w:rsidR="00092BBC" w:rsidRDefault="00092BBC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0DC42BFA" w14:textId="77777777" w:rsidR="00352A9B" w:rsidRDefault="00352A9B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9D7D417" w14:textId="77777777" w:rsidR="00352A9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F2666">
        <w:rPr>
          <w:rFonts w:ascii="Times New Roman" w:hAnsi="Times New Roman"/>
          <w:b/>
          <w:sz w:val="24"/>
          <w:szCs w:val="24"/>
        </w:rPr>
        <w:t>3.3</w:t>
      </w:r>
      <w:r w:rsidR="001D7B54" w:rsidRPr="00DF2666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DF2666">
        <w:rPr>
          <w:rFonts w:ascii="Times New Roman" w:hAnsi="Times New Roman"/>
          <w:b/>
          <w:sz w:val="24"/>
          <w:szCs w:val="24"/>
        </w:rPr>
        <w:t>T</w:t>
      </w:r>
      <w:r w:rsidR="001D7B54" w:rsidRPr="00DF2666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DF2666">
        <w:rPr>
          <w:rFonts w:ascii="Times New Roman" w:hAnsi="Times New Roman"/>
          <w:sz w:val="24"/>
          <w:szCs w:val="24"/>
        </w:rPr>
        <w:t xml:space="preserve"> </w:t>
      </w:r>
    </w:p>
    <w:p w14:paraId="4EC3F13A" w14:textId="27F03EAA" w:rsidR="0085747A" w:rsidRPr="00DF2666" w:rsidRDefault="007327BD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F2666">
        <w:rPr>
          <w:rFonts w:ascii="Times New Roman" w:hAnsi="Times New Roman"/>
          <w:sz w:val="24"/>
          <w:szCs w:val="24"/>
        </w:rPr>
        <w:t xml:space="preserve"> </w:t>
      </w:r>
    </w:p>
    <w:p w14:paraId="4E0A22EC" w14:textId="77777777" w:rsidR="0085747A" w:rsidRPr="00DF266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F2666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B56E1F" w:rsidRPr="00DF2666" w14:paraId="45AE25BE" w14:textId="77777777" w:rsidTr="00650BDF">
        <w:tc>
          <w:tcPr>
            <w:tcW w:w="9491" w:type="dxa"/>
          </w:tcPr>
          <w:p w14:paraId="75EAA44D" w14:textId="77777777" w:rsidR="00B56E1F" w:rsidRPr="00DF2666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B56E1F" w:rsidRPr="00DF2666" w14:paraId="7E2C3E29" w14:textId="77777777" w:rsidTr="00650BDF">
        <w:tc>
          <w:tcPr>
            <w:tcW w:w="9491" w:type="dxa"/>
          </w:tcPr>
          <w:p w14:paraId="44EAC8F5" w14:textId="77DA93C3" w:rsidR="00B56E1F" w:rsidRPr="00DF2666" w:rsidRDefault="00DC5464" w:rsidP="00DC546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>Spotkanie z innością – u korzeni antropologii</w:t>
            </w:r>
            <w:r w:rsidR="009E74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</w:tr>
      <w:tr w:rsidR="00B56E1F" w:rsidRPr="00DF2666" w14:paraId="792FDB21" w14:textId="77777777" w:rsidTr="00650BDF">
        <w:tc>
          <w:tcPr>
            <w:tcW w:w="9491" w:type="dxa"/>
          </w:tcPr>
          <w:p w14:paraId="3DA83617" w14:textId="17638991" w:rsidR="00B56E1F" w:rsidRPr="00DF2666" w:rsidRDefault="00DC5464" w:rsidP="00DC5464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Istota antropologii i jej dziedziny - uwagi wstępne</w:t>
            </w:r>
            <w:r w:rsid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22CB7" w:rsidRPr="00DF2666" w14:paraId="2264D02A" w14:textId="77777777" w:rsidTr="00650BDF">
        <w:tc>
          <w:tcPr>
            <w:tcW w:w="9491" w:type="dxa"/>
          </w:tcPr>
          <w:p w14:paraId="1E0E371B" w14:textId="60A13E8A" w:rsidR="00222CB7" w:rsidRPr="00DF2666" w:rsidRDefault="000A76F2" w:rsidP="00DC5464">
            <w:pPr>
              <w:spacing w:after="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Treść i zakres pojęcia kultura. Kategorie antropologiczne w kulturze. Rodzaje kultury</w:t>
            </w:r>
            <w:r w:rsidR="009E74E7">
              <w:rPr>
                <w:rFonts w:ascii="Times New Roman" w:hAnsi="Times New Roman"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56E1F" w:rsidRPr="00DF2666" w14:paraId="6B61C5B0" w14:textId="77777777" w:rsidTr="00650BDF">
        <w:tc>
          <w:tcPr>
            <w:tcW w:w="9491" w:type="dxa"/>
          </w:tcPr>
          <w:p w14:paraId="7C5F342E" w14:textId="24E91D2F" w:rsidR="00B56E1F" w:rsidRPr="00DF2666" w:rsidRDefault="00F5756E" w:rsidP="00D44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Rozwój i badanie kultury - wybrane koncepcje metod i badań antropologicznych. Myślenie w kategoriach teoretycznych</w:t>
            </w:r>
            <w:r w:rsid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6A26" w:rsidRPr="00DF2666" w14:paraId="06737D22" w14:textId="77777777" w:rsidTr="00650BDF">
        <w:tc>
          <w:tcPr>
            <w:tcW w:w="9491" w:type="dxa"/>
          </w:tcPr>
          <w:p w14:paraId="72CB9080" w14:textId="1E1160E1" w:rsidR="00606A26" w:rsidRPr="00DF2666" w:rsidRDefault="00F5756E" w:rsidP="00C24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Antropologia kultury jako nauka. Przedmiot badań antropologii kulturowej</w:t>
            </w:r>
            <w:r w:rsid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5464" w:rsidRPr="00DF2666" w14:paraId="79732402" w14:textId="77777777" w:rsidTr="00650BDF">
        <w:tc>
          <w:tcPr>
            <w:tcW w:w="9491" w:type="dxa"/>
          </w:tcPr>
          <w:p w14:paraId="196CAE9B" w14:textId="1BBE522F" w:rsidR="00DC5464" w:rsidRPr="00DF2666" w:rsidRDefault="000A76F2" w:rsidP="00D44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Język i jego znaczenie dla kultury. Hipoteza Sapira – Whorfa. R</w:t>
            </w: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>ola frazeologizmów w badaniu językowego obrazu świata</w:t>
            </w:r>
            <w:r w:rsidR="009E74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C5464" w:rsidRPr="00DF2666" w14:paraId="1DF4C702" w14:textId="77777777" w:rsidTr="00650BDF">
        <w:tc>
          <w:tcPr>
            <w:tcW w:w="9491" w:type="dxa"/>
          </w:tcPr>
          <w:p w14:paraId="1D714871" w14:textId="6F63A29F" w:rsidR="00DC5464" w:rsidRPr="00DF2666" w:rsidRDefault="00C24D4C" w:rsidP="00DC546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Antropologiczne pojęcie ciała i sposobów obchodzenia się z nim. Ciało jako konstrukt kulturowy</w:t>
            </w:r>
            <w:r w:rsid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C5464" w:rsidRPr="00DF2666" w14:paraId="5070EEB5" w14:textId="77777777" w:rsidTr="00650BDF">
        <w:tc>
          <w:tcPr>
            <w:tcW w:w="9491" w:type="dxa"/>
          </w:tcPr>
          <w:p w14:paraId="1358CB03" w14:textId="5C62ADE3" w:rsidR="00DC5464" w:rsidRPr="00DF2666" w:rsidRDefault="00C24D4C" w:rsidP="00DC546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666">
              <w:rPr>
                <w:rFonts w:ascii="Times New Roman" w:eastAsiaTheme="minorHAnsi" w:hAnsi="Times New Roman"/>
                <w:bCs/>
                <w:sz w:val="24"/>
                <w:szCs w:val="24"/>
              </w:rPr>
              <w:t>Kultura a osobowość.</w:t>
            </w: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 xml:space="preserve"> Tożsamość kulturowa. Płeć kulturowa (</w:t>
            </w:r>
            <w:r w:rsidRPr="00DF26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gender</w:t>
            </w: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="009E74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24D4C" w:rsidRPr="00DF2666" w14:paraId="0B9DBD08" w14:textId="77777777" w:rsidTr="00650BDF">
        <w:tc>
          <w:tcPr>
            <w:tcW w:w="9491" w:type="dxa"/>
          </w:tcPr>
          <w:p w14:paraId="73BF43EC" w14:textId="50B5CEAE" w:rsidR="00C24D4C" w:rsidRPr="00DF2666" w:rsidRDefault="00F5756E" w:rsidP="00DC5464">
            <w:pPr>
              <w:spacing w:after="0" w:line="240" w:lineRule="auto"/>
              <w:ind w:firstLine="34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>Rodzina i pokrewieństwo. Przemiany modelu rodziny w kulturze Zachodu</w:t>
            </w:r>
            <w:r w:rsidR="009E74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C24D4C" w:rsidRPr="00DF2666" w14:paraId="6ADADFB3" w14:textId="77777777" w:rsidTr="00650BDF">
        <w:tc>
          <w:tcPr>
            <w:tcW w:w="9491" w:type="dxa"/>
          </w:tcPr>
          <w:p w14:paraId="14F3DFBC" w14:textId="69C6D4A8" w:rsidR="00C24D4C" w:rsidRPr="00DF2666" w:rsidRDefault="00F5756E" w:rsidP="00DC546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2666">
              <w:rPr>
                <w:rFonts w:ascii="Times New Roman" w:hAnsi="Times New Roman"/>
                <w:bCs/>
                <w:iCs/>
                <w:sz w:val="24"/>
                <w:szCs w:val="24"/>
              </w:rPr>
              <w:t>Kultura a życie społeczne.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Duch kapitalizmu</w:t>
            </w:r>
            <w:r w:rsid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0E9F03E" w14:textId="77777777" w:rsidR="00FF2081" w:rsidRPr="00DF2666" w:rsidRDefault="00FF2081" w:rsidP="00B56E1F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99E0DC" w14:textId="18298259" w:rsidR="0085747A" w:rsidRPr="00092B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F2666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DF2666">
        <w:rPr>
          <w:rFonts w:ascii="Times New Roman" w:hAnsi="Times New Roman"/>
          <w:sz w:val="24"/>
          <w:szCs w:val="24"/>
        </w:rPr>
        <w:t xml:space="preserve">, </w:t>
      </w:r>
      <w:r w:rsidRPr="00DF2666">
        <w:rPr>
          <w:rFonts w:ascii="Times New Roman" w:hAnsi="Times New Roman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F2666" w14:paraId="71BA15D0" w14:textId="77777777" w:rsidTr="00650BDF">
        <w:tc>
          <w:tcPr>
            <w:tcW w:w="9520" w:type="dxa"/>
          </w:tcPr>
          <w:p w14:paraId="4F5457D3" w14:textId="77777777" w:rsidR="0085747A" w:rsidRPr="00DF266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DF2666" w14:paraId="5CDAB37D" w14:textId="77777777" w:rsidTr="00650BDF">
        <w:tc>
          <w:tcPr>
            <w:tcW w:w="9520" w:type="dxa"/>
          </w:tcPr>
          <w:p w14:paraId="0AE3B671" w14:textId="3037CB7C" w:rsidR="0085747A" w:rsidRPr="00DF2666" w:rsidRDefault="00650BD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</w:tr>
    </w:tbl>
    <w:p w14:paraId="6683DC43" w14:textId="77777777" w:rsidR="0085747A" w:rsidRPr="00DF2666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A5EA8D" w14:textId="77777777" w:rsidR="0085747A" w:rsidRPr="00DF2666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DF2666">
        <w:rPr>
          <w:smallCaps w:val="0"/>
          <w:szCs w:val="24"/>
        </w:rPr>
        <w:t>3.4 Metody dydaktyczne</w:t>
      </w:r>
      <w:r w:rsidRPr="00DF2666">
        <w:rPr>
          <w:b w:val="0"/>
          <w:smallCaps w:val="0"/>
          <w:szCs w:val="24"/>
        </w:rPr>
        <w:t xml:space="preserve"> </w:t>
      </w:r>
    </w:p>
    <w:p w14:paraId="572418DC" w14:textId="77777777" w:rsidR="0085747A" w:rsidRPr="00DF266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EDA90A8" w14:textId="084FB8F7" w:rsidR="0085747A" w:rsidRPr="00DF2666" w:rsidRDefault="00FC3AA4" w:rsidP="00B56E1F">
      <w:pPr>
        <w:pStyle w:val="Punktygwne"/>
        <w:spacing w:before="0" w:after="0"/>
        <w:jc w:val="both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w</w:t>
      </w:r>
      <w:r w:rsidR="00B56E1F" w:rsidRPr="00DF2666">
        <w:rPr>
          <w:b w:val="0"/>
          <w:smallCaps w:val="0"/>
          <w:szCs w:val="24"/>
        </w:rPr>
        <w:t>ykład z prezentacją multimedialną</w:t>
      </w:r>
    </w:p>
    <w:p w14:paraId="41EC439D" w14:textId="77777777" w:rsidR="00E960BB" w:rsidRPr="00DF266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FEABBEC" w14:textId="77777777" w:rsidR="0085747A" w:rsidRPr="00DF266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DF2666">
        <w:rPr>
          <w:smallCaps w:val="0"/>
          <w:szCs w:val="24"/>
        </w:rPr>
        <w:t xml:space="preserve">4. </w:t>
      </w:r>
      <w:r w:rsidR="0085747A" w:rsidRPr="00DF2666">
        <w:rPr>
          <w:smallCaps w:val="0"/>
          <w:szCs w:val="24"/>
        </w:rPr>
        <w:t>METODY I KRYTERIA OCENY</w:t>
      </w:r>
      <w:r w:rsidR="009F4610" w:rsidRPr="00DF2666">
        <w:rPr>
          <w:smallCaps w:val="0"/>
          <w:szCs w:val="24"/>
        </w:rPr>
        <w:t xml:space="preserve"> </w:t>
      </w:r>
    </w:p>
    <w:p w14:paraId="0B381711" w14:textId="77777777" w:rsidR="00923D7D" w:rsidRPr="00DF266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1D9A1D9" w14:textId="77777777" w:rsidR="0085747A" w:rsidRPr="00DF2666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DF2666">
        <w:rPr>
          <w:smallCaps w:val="0"/>
          <w:szCs w:val="24"/>
        </w:rPr>
        <w:t xml:space="preserve">4.1 Sposoby weryfikacji efektów </w:t>
      </w:r>
      <w:r w:rsidR="00C05F44" w:rsidRPr="00DF2666">
        <w:rPr>
          <w:smallCaps w:val="0"/>
          <w:szCs w:val="24"/>
        </w:rPr>
        <w:t>uczenia się</w:t>
      </w:r>
    </w:p>
    <w:p w14:paraId="1522BDED" w14:textId="77777777" w:rsidR="0085747A" w:rsidRPr="00DF266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DF2666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DF266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69FAFD05" w:rsidR="0085747A" w:rsidRPr="00DF2666" w:rsidRDefault="00DE55F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57FDD6" w14:textId="77777777" w:rsidR="0085747A" w:rsidRPr="00DF266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DF2666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DF266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DF266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B0496C" w:rsidRPr="00DF2666" w14:paraId="310B68A6" w14:textId="77777777" w:rsidTr="00C05F44">
        <w:tc>
          <w:tcPr>
            <w:tcW w:w="1985" w:type="dxa"/>
          </w:tcPr>
          <w:p w14:paraId="2DB216DC" w14:textId="77777777" w:rsidR="00B0496C" w:rsidRPr="00DF2666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4A3EAADA" w:rsidR="00B0496C" w:rsidRPr="00DF2666" w:rsidRDefault="00F5756E" w:rsidP="000E5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6B99A214" w:rsidR="00B0496C" w:rsidRPr="00DF2666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w</w:t>
            </w:r>
          </w:p>
        </w:tc>
      </w:tr>
      <w:tr w:rsidR="00B0496C" w:rsidRPr="00DF2666" w14:paraId="4C7DF8DE" w14:textId="77777777" w:rsidTr="00C05F44">
        <w:tc>
          <w:tcPr>
            <w:tcW w:w="1985" w:type="dxa"/>
          </w:tcPr>
          <w:p w14:paraId="1DBA860B" w14:textId="77777777" w:rsidR="00B0496C" w:rsidRPr="00DF2666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17E62EE4" w:rsidR="00B0496C" w:rsidRPr="00DF2666" w:rsidRDefault="000E5F04" w:rsidP="000E5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8B642A9" w:rsidR="00B0496C" w:rsidRPr="00DF2666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w</w:t>
            </w:r>
          </w:p>
        </w:tc>
      </w:tr>
      <w:tr w:rsidR="00B0496C" w:rsidRPr="00DF2666" w14:paraId="17156572" w14:textId="77777777" w:rsidTr="00C05F44">
        <w:tc>
          <w:tcPr>
            <w:tcW w:w="1985" w:type="dxa"/>
          </w:tcPr>
          <w:p w14:paraId="17C13118" w14:textId="77777777" w:rsidR="00B0496C" w:rsidRPr="00DF2666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4F03643A" w:rsidR="00B0496C" w:rsidRPr="00DF2666" w:rsidRDefault="000E5F04" w:rsidP="000E5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Egzamin pisemny, zaliczenie lektur</w:t>
            </w:r>
          </w:p>
        </w:tc>
        <w:tc>
          <w:tcPr>
            <w:tcW w:w="2126" w:type="dxa"/>
          </w:tcPr>
          <w:p w14:paraId="3637D5E4" w14:textId="3F750D22" w:rsidR="00B0496C" w:rsidRPr="00DF2666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w</w:t>
            </w:r>
          </w:p>
        </w:tc>
      </w:tr>
      <w:tr w:rsidR="00B0496C" w:rsidRPr="00DF2666" w14:paraId="13B19633" w14:textId="77777777" w:rsidTr="00C05F44">
        <w:tc>
          <w:tcPr>
            <w:tcW w:w="1985" w:type="dxa"/>
          </w:tcPr>
          <w:p w14:paraId="2AE1832F" w14:textId="77777777" w:rsidR="00B0496C" w:rsidRPr="00DF2666" w:rsidRDefault="00B0496C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612D4A08" w:rsidR="00B0496C" w:rsidRPr="00DF2666" w:rsidRDefault="000E5F04" w:rsidP="000E5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Egzamin pisemny, zaliczenie lektur</w:t>
            </w:r>
          </w:p>
        </w:tc>
        <w:tc>
          <w:tcPr>
            <w:tcW w:w="2126" w:type="dxa"/>
          </w:tcPr>
          <w:p w14:paraId="4711DF55" w14:textId="166C5FD4" w:rsidR="00B0496C" w:rsidRPr="00DF2666" w:rsidRDefault="003A6D87" w:rsidP="00B0496C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w</w:t>
            </w:r>
          </w:p>
        </w:tc>
      </w:tr>
      <w:tr w:rsidR="00DC5464" w:rsidRPr="00DF2666" w14:paraId="589FC3B7" w14:textId="77777777" w:rsidTr="00C05F44">
        <w:tc>
          <w:tcPr>
            <w:tcW w:w="1985" w:type="dxa"/>
          </w:tcPr>
          <w:p w14:paraId="56574795" w14:textId="39CC9C67" w:rsidR="00DC5464" w:rsidRPr="00DF2666" w:rsidRDefault="00DC5464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61FFC9" w14:textId="5028D9F7" w:rsidR="00DC5464" w:rsidRPr="00DF2666" w:rsidRDefault="000E5F04" w:rsidP="000E5F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Egzamin pisemny, zaliczenie lektur</w:t>
            </w:r>
          </w:p>
        </w:tc>
        <w:tc>
          <w:tcPr>
            <w:tcW w:w="2126" w:type="dxa"/>
          </w:tcPr>
          <w:p w14:paraId="639EA7FF" w14:textId="7998DBEE" w:rsidR="00DC5464" w:rsidRPr="00DF2666" w:rsidRDefault="00DC5464" w:rsidP="00B0496C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w</w:t>
            </w:r>
          </w:p>
        </w:tc>
      </w:tr>
    </w:tbl>
    <w:p w14:paraId="1D7F1E79" w14:textId="77777777" w:rsidR="00650BDF" w:rsidRPr="00DF2666" w:rsidRDefault="00650BDF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536FC704" w14:textId="77777777" w:rsidR="00352A9B" w:rsidRDefault="00352A9B" w:rsidP="00352A9B">
      <w:pPr>
        <w:pStyle w:val="Punktygwne"/>
        <w:spacing w:before="0" w:after="0"/>
        <w:ind w:left="426"/>
        <w:rPr>
          <w:smallCaps w:val="0"/>
          <w:szCs w:val="24"/>
        </w:rPr>
      </w:pPr>
    </w:p>
    <w:p w14:paraId="5D0D04AC" w14:textId="77777777" w:rsidR="00352A9B" w:rsidRPr="00163758" w:rsidRDefault="00352A9B" w:rsidP="00352A9B">
      <w:pPr>
        <w:pStyle w:val="Punktygwne"/>
        <w:spacing w:before="0" w:after="0"/>
        <w:ind w:left="426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4.2 Warunki zaliczenia przedmiotu (kryteria oceniania) </w:t>
      </w:r>
    </w:p>
    <w:p w14:paraId="57791093" w14:textId="77777777" w:rsidR="00352A9B" w:rsidRPr="00163758" w:rsidRDefault="00352A9B" w:rsidP="00352A9B">
      <w:pPr>
        <w:pStyle w:val="Punktygwne"/>
        <w:spacing w:before="0" w:after="0"/>
        <w:rPr>
          <w:smallCaps w:val="0"/>
          <w:szCs w:val="24"/>
        </w:rPr>
      </w:pPr>
      <w:r w:rsidRPr="00163758">
        <w:rPr>
          <w:smallCaps w:val="0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352A9B" w:rsidRPr="00163758" w14:paraId="28490415" w14:textId="77777777" w:rsidTr="00BB7410">
        <w:tc>
          <w:tcPr>
            <w:tcW w:w="9634" w:type="dxa"/>
          </w:tcPr>
          <w:p w14:paraId="5A7DCC4A" w14:textId="77777777" w:rsidR="00352A9B" w:rsidRPr="00784D67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P</w:t>
            </w:r>
            <w:r w:rsidRPr="00784D67">
              <w:rPr>
                <w:b w:val="0"/>
                <w:smallCaps w:val="0"/>
                <w:szCs w:val="24"/>
              </w:rPr>
              <w:t xml:space="preserve">ozytywna ocena z egzaminu pisemnego </w:t>
            </w:r>
            <w:r>
              <w:rPr>
                <w:b w:val="0"/>
                <w:smallCaps w:val="0"/>
                <w:szCs w:val="24"/>
              </w:rPr>
              <w:t>–</w:t>
            </w:r>
            <w:r w:rsidRPr="00784D67">
              <w:rPr>
                <w:b w:val="0"/>
                <w:smallCaps w:val="0"/>
                <w:szCs w:val="24"/>
              </w:rPr>
              <w:t xml:space="preserve"> testu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14:paraId="27131A83" w14:textId="77777777" w:rsidR="00352A9B" w:rsidRPr="00784D67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2. O</w:t>
            </w:r>
            <w:r w:rsidRPr="00784D67">
              <w:rPr>
                <w:b w:val="0"/>
                <w:smallCaps w:val="0"/>
                <w:szCs w:val="24"/>
              </w:rPr>
              <w:t>becność na wykładach.</w:t>
            </w:r>
          </w:p>
          <w:p w14:paraId="22ECCF16" w14:textId="77777777" w:rsidR="00352A9B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1. Egzamin pisemny</w:t>
            </w:r>
            <w:r w:rsidRPr="00A533C4">
              <w:rPr>
                <w:b w:val="0"/>
                <w:smallCaps w:val="0"/>
                <w:szCs w:val="24"/>
              </w:rPr>
              <w:t xml:space="preserve"> test</w:t>
            </w:r>
            <w:r>
              <w:rPr>
                <w:b w:val="0"/>
                <w:smallCaps w:val="0"/>
                <w:szCs w:val="24"/>
              </w:rPr>
              <w:t>owy:</w:t>
            </w:r>
          </w:p>
          <w:p w14:paraId="71D13B02" w14:textId="77777777" w:rsidR="00352A9B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ocena </w:t>
            </w:r>
            <w:r w:rsidRPr="00A533C4">
              <w:rPr>
                <w:b w:val="0"/>
                <w:smallCaps w:val="0"/>
                <w:szCs w:val="24"/>
              </w:rPr>
              <w:t xml:space="preserve">5.0 – wykazuje znajomość treści kształcenia na poziomie 93%-100% </w:t>
            </w:r>
            <w:r w:rsidRPr="00975ED8">
              <w:rPr>
                <w:rStyle w:val="x4k7w5x"/>
                <w:b w:val="0"/>
                <w:smallCaps w:val="0"/>
              </w:rPr>
              <w:t>(znakomita wiedza)</w:t>
            </w:r>
          </w:p>
          <w:p w14:paraId="02D1A887" w14:textId="77777777" w:rsidR="00352A9B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4.5 – wykazuje znajomość treści kształcenia na poziomie 85%-92% </w:t>
            </w:r>
            <w:r w:rsidRPr="00975ED8">
              <w:rPr>
                <w:rStyle w:val="x4k7w5x"/>
                <w:b w:val="0"/>
                <w:smallCaps w:val="0"/>
              </w:rPr>
              <w:t>(bardzo dobry poziom wiedzy z drobnymi błędami)</w:t>
            </w:r>
          </w:p>
          <w:p w14:paraId="403AECA1" w14:textId="77777777" w:rsidR="00352A9B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4.0 – wykazuje znajomość treści kształcenia na poziomie 77%-84% </w:t>
            </w:r>
            <w:r w:rsidRPr="00975ED8">
              <w:rPr>
                <w:rStyle w:val="x4k7w5x"/>
                <w:b w:val="0"/>
                <w:smallCaps w:val="0"/>
              </w:rPr>
              <w:t>(dobry poziom wiedzy, z pewnymi niedociągnięciami)</w:t>
            </w:r>
          </w:p>
          <w:p w14:paraId="2F94AF10" w14:textId="77777777" w:rsidR="00352A9B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3.5 – wykazuje znajomość treści kształcenia na poziomie 69%-76% </w:t>
            </w:r>
            <w:r w:rsidRPr="00975ED8">
              <w:rPr>
                <w:rStyle w:val="x4k7w5x"/>
                <w:b w:val="0"/>
                <w:smallCaps w:val="0"/>
              </w:rPr>
              <w:t>(zadowalająca wiedza, z niewielką liczbą błędów)</w:t>
            </w:r>
          </w:p>
          <w:p w14:paraId="760CC9BB" w14:textId="77777777" w:rsidR="00352A9B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3.0 – wykazuje znajomość treści kształcenia na poziomie 60%-68% </w:t>
            </w:r>
            <w:r w:rsidRPr="00975ED8">
              <w:rPr>
                <w:rStyle w:val="x4k7w5x"/>
                <w:b w:val="0"/>
                <w:smallCaps w:val="0"/>
              </w:rPr>
              <w:t>(zadowalająca wiedza z licznymi błędami)</w:t>
            </w:r>
          </w:p>
          <w:p w14:paraId="63A411BA" w14:textId="77777777" w:rsidR="00352A9B" w:rsidRPr="00975ED8" w:rsidRDefault="00352A9B" w:rsidP="00BB74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</w:t>
            </w:r>
            <w:r w:rsidRPr="00A533C4">
              <w:rPr>
                <w:b w:val="0"/>
                <w:smallCaps w:val="0"/>
                <w:szCs w:val="24"/>
              </w:rPr>
              <w:t xml:space="preserve"> 2.0 – wykazuje znajomość treści kształcenia poniżej 60%</w:t>
            </w:r>
            <w:r>
              <w:rPr>
                <w:b w:val="0"/>
                <w:smallCaps w:val="0"/>
                <w:szCs w:val="24"/>
              </w:rPr>
              <w:t xml:space="preserve">; </w:t>
            </w:r>
            <w:r w:rsidRPr="00975ED8">
              <w:rPr>
                <w:rStyle w:val="x4k7w5x"/>
                <w:b w:val="0"/>
                <w:smallCaps w:val="0"/>
              </w:rPr>
              <w:t>(niezadowalająca wiedza, liczne błędy)</w:t>
            </w:r>
          </w:p>
        </w:tc>
      </w:tr>
    </w:tbl>
    <w:p w14:paraId="4200D3DF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232D3F3" w14:textId="77777777" w:rsidR="00352A9B" w:rsidRPr="00DF2666" w:rsidRDefault="00352A9B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4CCFBA9" w14:textId="77777777" w:rsidR="009F4610" w:rsidRPr="00DF266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DF2666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DF2666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0C5696" w:rsidRPr="00DF2666" w14:paraId="4B0441A4" w14:textId="77777777" w:rsidTr="00352A9B">
        <w:tc>
          <w:tcPr>
            <w:tcW w:w="5132" w:type="dxa"/>
            <w:vAlign w:val="center"/>
          </w:tcPr>
          <w:p w14:paraId="36DF6095" w14:textId="77777777" w:rsidR="000C5696" w:rsidRPr="00DF2666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vAlign w:val="center"/>
          </w:tcPr>
          <w:p w14:paraId="3288F3F8" w14:textId="77777777" w:rsidR="000C5696" w:rsidRPr="00DF2666" w:rsidRDefault="000C5696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DF2666" w14:paraId="05D39134" w14:textId="77777777" w:rsidTr="00352A9B">
        <w:tc>
          <w:tcPr>
            <w:tcW w:w="5132" w:type="dxa"/>
          </w:tcPr>
          <w:p w14:paraId="7D571487" w14:textId="77777777" w:rsidR="000C5696" w:rsidRPr="00DF266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388" w:type="dxa"/>
          </w:tcPr>
          <w:p w14:paraId="10BB8B16" w14:textId="53C3AD43" w:rsidR="000C5696" w:rsidRPr="00DF2666" w:rsidRDefault="00C373BE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C5696" w:rsidRPr="00DF2666" w14:paraId="3DF32911" w14:textId="77777777" w:rsidTr="00352A9B">
        <w:tc>
          <w:tcPr>
            <w:tcW w:w="5132" w:type="dxa"/>
          </w:tcPr>
          <w:p w14:paraId="207632F0" w14:textId="0E561604" w:rsidR="000C5696" w:rsidRPr="00DF266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3B346E" w:rsidRPr="00DF26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8963B4" w14:textId="0BD91D02" w:rsidR="003B346E" w:rsidRPr="00DF2666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-</w:t>
            </w:r>
            <w:r w:rsidR="009E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DF2666">
              <w:rPr>
                <w:rFonts w:ascii="Times New Roman" w:hAnsi="Times New Roman"/>
                <w:sz w:val="24"/>
                <w:szCs w:val="24"/>
              </w:rPr>
              <w:t>udział w konsultacjach</w:t>
            </w:r>
          </w:p>
          <w:p w14:paraId="718CD9C1" w14:textId="233A7F64" w:rsidR="000C5696" w:rsidRPr="00DF2666" w:rsidRDefault="003B346E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-</w:t>
            </w:r>
            <w:r w:rsidR="009E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udział</w:t>
            </w:r>
            <w:r w:rsidR="000C5696"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3B0" w:rsidRPr="00DF2666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="000C5696" w:rsidRPr="00DF2666">
              <w:rPr>
                <w:rFonts w:ascii="Times New Roman" w:hAnsi="Times New Roman"/>
                <w:sz w:val="24"/>
                <w:szCs w:val="24"/>
              </w:rPr>
              <w:t>egzaminie</w:t>
            </w:r>
          </w:p>
        </w:tc>
        <w:tc>
          <w:tcPr>
            <w:tcW w:w="4388" w:type="dxa"/>
          </w:tcPr>
          <w:p w14:paraId="52D7581D" w14:textId="77777777" w:rsidR="003B346E" w:rsidRPr="00DF2666" w:rsidRDefault="003B346E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7063ED" w14:textId="36B4570C" w:rsidR="003B346E" w:rsidRPr="00DF2666" w:rsidRDefault="0030721E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38AC6A3" w14:textId="2A5C352A" w:rsidR="000C5696" w:rsidRPr="00DF2666" w:rsidRDefault="0050664A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5696" w:rsidRPr="00DF2666" w14:paraId="301489F0" w14:textId="77777777" w:rsidTr="00352A9B">
        <w:tc>
          <w:tcPr>
            <w:tcW w:w="5132" w:type="dxa"/>
          </w:tcPr>
          <w:p w14:paraId="347B4073" w14:textId="2A93527C" w:rsidR="000C5696" w:rsidRPr="00DF266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  <w:r w:rsidR="003B346E" w:rsidRPr="00DF266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A693A26" w14:textId="7B26AD0A" w:rsidR="003B346E" w:rsidRPr="00DF2666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-</w:t>
            </w:r>
            <w:r w:rsidR="0018682D"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5696" w:rsidRPr="00DF2666">
              <w:rPr>
                <w:rFonts w:ascii="Times New Roman" w:hAnsi="Times New Roman"/>
                <w:sz w:val="24"/>
                <w:szCs w:val="24"/>
              </w:rPr>
              <w:t>przygotowanie do egzaminu</w:t>
            </w:r>
          </w:p>
          <w:p w14:paraId="77645C5B" w14:textId="4FA75424" w:rsidR="008F03B0" w:rsidRPr="00DF2666" w:rsidRDefault="003B346E" w:rsidP="00DA323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-</w:t>
            </w:r>
            <w:r w:rsidR="0018682D"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23B" w:rsidRPr="00DF2666">
              <w:rPr>
                <w:rFonts w:ascii="Times New Roman" w:hAnsi="Times New Roman"/>
                <w:sz w:val="24"/>
                <w:szCs w:val="24"/>
              </w:rPr>
              <w:t>studiowanie literatur</w:t>
            </w:r>
            <w:r w:rsidR="008F03B0" w:rsidRPr="00DF2666">
              <w:rPr>
                <w:rFonts w:ascii="Times New Roman" w:hAnsi="Times New Roman"/>
                <w:sz w:val="24"/>
                <w:szCs w:val="24"/>
              </w:rPr>
              <w:t>y</w:t>
            </w:r>
            <w:r w:rsidR="0018682D" w:rsidRPr="00DF2666">
              <w:rPr>
                <w:rFonts w:ascii="Times New Roman" w:hAnsi="Times New Roman"/>
                <w:sz w:val="24"/>
                <w:szCs w:val="24"/>
              </w:rPr>
              <w:t xml:space="preserve"> (przeczytanie obowiązkowych lektur)</w:t>
            </w:r>
          </w:p>
        </w:tc>
        <w:tc>
          <w:tcPr>
            <w:tcW w:w="4388" w:type="dxa"/>
          </w:tcPr>
          <w:p w14:paraId="4F529F3A" w14:textId="4688707B" w:rsidR="000C5696" w:rsidRDefault="000C5696" w:rsidP="009E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4FEB08" w14:textId="77777777" w:rsidR="004B0057" w:rsidRPr="00DF2666" w:rsidRDefault="004B0057" w:rsidP="009E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9EFECB" w14:textId="25CA67BC" w:rsidR="003B346E" w:rsidRPr="00DF2666" w:rsidRDefault="0018682D" w:rsidP="009E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1</w:t>
            </w:r>
            <w:r w:rsidR="00C31D24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74A616" w14:textId="05B52177" w:rsidR="003B346E" w:rsidRPr="00DF2666" w:rsidRDefault="004B0057" w:rsidP="009E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C5696" w:rsidRPr="00DF2666" w14:paraId="02915295" w14:textId="77777777" w:rsidTr="00352A9B">
        <w:tc>
          <w:tcPr>
            <w:tcW w:w="5132" w:type="dxa"/>
          </w:tcPr>
          <w:p w14:paraId="1EFC7DE7" w14:textId="77777777" w:rsidR="000C5696" w:rsidRPr="00DF266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776C5DB" w14:textId="0DA1B3F0" w:rsidR="000C5696" w:rsidRPr="00DF2666" w:rsidRDefault="00EA7112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C5696" w:rsidRPr="00DF2666" w14:paraId="3A81EC9D" w14:textId="77777777" w:rsidTr="00352A9B">
        <w:tc>
          <w:tcPr>
            <w:tcW w:w="5132" w:type="dxa"/>
          </w:tcPr>
          <w:p w14:paraId="1C19C073" w14:textId="77777777" w:rsidR="000C5696" w:rsidRPr="00DF2666" w:rsidRDefault="000C5696" w:rsidP="00E174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F2666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22F8B69A" w14:textId="4FB5A233" w:rsidR="000C5696" w:rsidRPr="00DF2666" w:rsidRDefault="00302D0C" w:rsidP="009E74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4E2E202C" w14:textId="77777777" w:rsidR="0085747A" w:rsidRPr="00DF2666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A952A2C" w14:textId="77777777" w:rsidR="0085747A" w:rsidRPr="00DF266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DF2666">
        <w:rPr>
          <w:b w:val="0"/>
          <w:i/>
          <w:smallCaps w:val="0"/>
          <w:szCs w:val="24"/>
        </w:rPr>
        <w:t xml:space="preserve">* </w:t>
      </w:r>
      <w:r w:rsidR="00C61DC5" w:rsidRPr="00DF2666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DF2666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DD9C101" w14:textId="77777777" w:rsidR="0085747A" w:rsidRPr="00DF2666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DF2666">
        <w:rPr>
          <w:smallCaps w:val="0"/>
          <w:szCs w:val="24"/>
        </w:rPr>
        <w:t xml:space="preserve">6. </w:t>
      </w:r>
      <w:r w:rsidR="0085747A" w:rsidRPr="00DF2666">
        <w:rPr>
          <w:smallCaps w:val="0"/>
          <w:szCs w:val="24"/>
        </w:rPr>
        <w:t>PRAKTYKI ZAWO</w:t>
      </w:r>
      <w:r w:rsidR="009C1331" w:rsidRPr="00DF2666">
        <w:rPr>
          <w:smallCaps w:val="0"/>
          <w:szCs w:val="24"/>
        </w:rPr>
        <w:t>DOWE W RAMACH PRZEDMIOTU</w:t>
      </w:r>
    </w:p>
    <w:p w14:paraId="55CE3E9F" w14:textId="77777777" w:rsidR="0085747A" w:rsidRPr="00DF2666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DF2666" w14:paraId="391A91F1" w14:textId="77777777" w:rsidTr="008A2C9A">
        <w:trPr>
          <w:trHeight w:val="397"/>
        </w:trPr>
        <w:tc>
          <w:tcPr>
            <w:tcW w:w="4224" w:type="dxa"/>
          </w:tcPr>
          <w:p w14:paraId="64452BF5" w14:textId="77777777" w:rsidR="0085747A" w:rsidRPr="00DF266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4CB439CF" w14:textId="0C39AC1F" w:rsidR="0085747A" w:rsidRPr="00DF2666" w:rsidRDefault="009E74E7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F2666" w14:paraId="573F2A1E" w14:textId="77777777" w:rsidTr="008A2C9A">
        <w:trPr>
          <w:trHeight w:val="397"/>
        </w:trPr>
        <w:tc>
          <w:tcPr>
            <w:tcW w:w="4224" w:type="dxa"/>
          </w:tcPr>
          <w:p w14:paraId="4B5D98ED" w14:textId="77777777" w:rsidR="0085747A" w:rsidRPr="00DF266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60C095C9" w14:textId="02EA1DEF" w:rsidR="0085747A" w:rsidRPr="00DF2666" w:rsidRDefault="009E74E7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2D3FA288" w14:textId="77777777" w:rsidR="003E1941" w:rsidRPr="00DF2666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D4B08E1" w14:textId="77777777" w:rsidR="0085747A" w:rsidRPr="00DF2666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DF2666">
        <w:rPr>
          <w:smallCaps w:val="0"/>
          <w:szCs w:val="24"/>
        </w:rPr>
        <w:t xml:space="preserve">7. </w:t>
      </w:r>
      <w:r w:rsidR="0085747A" w:rsidRPr="00DF2666">
        <w:rPr>
          <w:smallCaps w:val="0"/>
          <w:szCs w:val="24"/>
        </w:rPr>
        <w:t>LITERATURA</w:t>
      </w:r>
      <w:r w:rsidRPr="00DF2666">
        <w:rPr>
          <w:smallCaps w:val="0"/>
          <w:szCs w:val="24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A323B" w:rsidRPr="00DF2666" w14:paraId="48AE14F8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42A098E6" w14:textId="6E29A10F" w:rsidR="00DA323B" w:rsidRDefault="00DA323B" w:rsidP="009E74E7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t>Literatura podstawowa:</w:t>
            </w:r>
          </w:p>
          <w:p w14:paraId="03C0C819" w14:textId="77777777" w:rsidR="009E74E7" w:rsidRPr="00DF2666" w:rsidRDefault="009E74E7" w:rsidP="009E74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 xml:space="preserve">Burszta, W.J. (1998). 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Antropologia kultury</w:t>
            </w:r>
            <w:r w:rsidRPr="00DF2666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tematy, teorie, interpretacje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. Poznań:  Wydawnictwo Zysk i S-ka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6B6C5D" w14:textId="59CBF7AB" w:rsidR="009E74E7" w:rsidRPr="009E74E7" w:rsidRDefault="009E74E7" w:rsidP="009E74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 xml:space="preserve">Gajda, J. (2008). </w:t>
            </w:r>
            <w:r w:rsidRPr="00DF2666">
              <w:rPr>
                <w:rFonts w:ascii="Times New Roman" w:hAnsi="Times New Roman"/>
                <w:i/>
                <w:sz w:val="24"/>
                <w:szCs w:val="24"/>
              </w:rPr>
              <w:t>Antropologia kulturowa: wprowadzenie do wiedzy o kulturze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. Wyd. 1 zm. i popr. Kraków: Impuls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5E12F5" w14:textId="082AC2D9" w:rsidR="000E5F04" w:rsidRPr="00DF2666" w:rsidRDefault="008A2C9A" w:rsidP="009E74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 xml:space="preserve">Godlewski, G., Kolankiewicz, L., Mencwel, A. (red.) (2005). </w:t>
            </w:r>
            <w:r w:rsidR="000E5F04"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Antropologia kultury: zagadnienia i wybór tekstów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0E5F04"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0E5F04" w:rsidRPr="00DF2666">
              <w:rPr>
                <w:rFonts w:ascii="Times New Roman" w:hAnsi="Times New Roman"/>
                <w:sz w:val="24"/>
                <w:szCs w:val="24"/>
              </w:rPr>
              <w:t>Wyd. 4, zm. i rozsz. Warszawa: Wydawnictwa Uniwersytetu Warszawskiego</w:t>
            </w:r>
            <w:r w:rsidR="00C37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601CA3" w14:textId="2271F540" w:rsidR="000E5F04" w:rsidRPr="00DF2666" w:rsidRDefault="000E5F04" w:rsidP="009E74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Krawczyk</w:t>
            </w:r>
            <w:r w:rsidR="008A2C9A" w:rsidRPr="00DF2666">
              <w:rPr>
                <w:rFonts w:ascii="Times New Roman" w:hAnsi="Times New Roman"/>
                <w:sz w:val="24"/>
                <w:szCs w:val="24"/>
              </w:rPr>
              <w:t>,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E. (2006)</w:t>
            </w:r>
            <w:r w:rsidR="008A2C9A" w:rsidRPr="00DF2666">
              <w:rPr>
                <w:rFonts w:ascii="Times New Roman" w:hAnsi="Times New Roman"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. Lublin: Wydaw</w:t>
            </w:r>
            <w:r w:rsidR="008A2C9A" w:rsidRPr="00DF2666">
              <w:rPr>
                <w:rFonts w:ascii="Times New Roman" w:hAnsi="Times New Roman"/>
                <w:sz w:val="24"/>
                <w:szCs w:val="24"/>
              </w:rPr>
              <w:t>nictwo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Uniwersytetu Marii Curie-Skłodowskiej</w:t>
            </w:r>
            <w:r w:rsidR="00C37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888E34" w14:textId="01B1F0DD" w:rsidR="00156B80" w:rsidRDefault="000E5F04" w:rsidP="009E74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FC3AA4">
              <w:rPr>
                <w:rFonts w:ascii="Times New Roman" w:hAnsi="Times New Roman"/>
                <w:sz w:val="24"/>
                <w:szCs w:val="24"/>
              </w:rPr>
              <w:t>Salzman</w:t>
            </w:r>
            <w:r w:rsidR="008A2C9A" w:rsidRPr="00FC3AA4">
              <w:rPr>
                <w:rFonts w:ascii="Times New Roman" w:hAnsi="Times New Roman"/>
                <w:sz w:val="24"/>
                <w:szCs w:val="24"/>
              </w:rPr>
              <w:t>,</w:t>
            </w:r>
            <w:r w:rsidRPr="00FC3AA4">
              <w:rPr>
                <w:rFonts w:ascii="Times New Roman" w:hAnsi="Times New Roman"/>
                <w:sz w:val="24"/>
                <w:szCs w:val="24"/>
              </w:rPr>
              <w:t xml:space="preserve"> P.C.</w:t>
            </w:r>
            <w:r w:rsidR="008A2C9A" w:rsidRPr="00FC3AA4">
              <w:rPr>
                <w:rFonts w:ascii="Times New Roman" w:hAnsi="Times New Roman"/>
                <w:sz w:val="24"/>
                <w:szCs w:val="24"/>
              </w:rPr>
              <w:t>,</w:t>
            </w:r>
            <w:r w:rsidRPr="00FC3AA4">
              <w:rPr>
                <w:rFonts w:ascii="Times New Roman" w:hAnsi="Times New Roman"/>
                <w:sz w:val="24"/>
                <w:szCs w:val="24"/>
              </w:rPr>
              <w:t xml:space="preserve"> Rice</w:t>
            </w:r>
            <w:r w:rsidR="008A2C9A" w:rsidRPr="00FC3AA4">
              <w:rPr>
                <w:rFonts w:ascii="Times New Roman" w:hAnsi="Times New Roman"/>
                <w:sz w:val="24"/>
                <w:szCs w:val="24"/>
              </w:rPr>
              <w:t>,</w:t>
            </w:r>
            <w:r w:rsidRPr="00FC3AA4">
              <w:rPr>
                <w:rFonts w:ascii="Times New Roman" w:hAnsi="Times New Roman"/>
                <w:sz w:val="24"/>
                <w:szCs w:val="24"/>
              </w:rPr>
              <w:t xml:space="preserve"> P.C. (2009)</w:t>
            </w:r>
            <w:r w:rsidR="008A2C9A" w:rsidRPr="00FC3AA4">
              <w:rPr>
                <w:rFonts w:ascii="Times New Roman" w:hAnsi="Times New Roman"/>
                <w:sz w:val="24"/>
                <w:szCs w:val="24"/>
              </w:rPr>
              <w:t>.</w:t>
            </w:r>
            <w:r w:rsidRPr="00FC3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Myśleć jak antropolog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, Gdańsk</w:t>
            </w:r>
            <w:r w:rsidR="008A2C9A" w:rsidRPr="00DF2666">
              <w:rPr>
                <w:rFonts w:ascii="Times New Roman" w:hAnsi="Times New Roman"/>
                <w:sz w:val="24"/>
                <w:szCs w:val="24"/>
              </w:rPr>
              <w:t>: GWP</w:t>
            </w:r>
            <w:r w:rsidR="00C373BE">
              <w:rPr>
                <w:rFonts w:ascii="Times New Roman" w:hAnsi="Times New Roman"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4272AF20" w14:textId="77777777" w:rsidR="009E74E7" w:rsidRPr="00DF2666" w:rsidRDefault="009E74E7" w:rsidP="009E74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14:paraId="78289A22" w14:textId="131D7D92" w:rsidR="00DA323B" w:rsidRPr="009E74E7" w:rsidRDefault="009E74E7" w:rsidP="009E74E7">
            <w:pPr>
              <w:spacing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E7">
              <w:rPr>
                <w:rFonts w:ascii="Times New Roman" w:hAnsi="Times New Roman"/>
                <w:bCs/>
                <w:sz w:val="24"/>
                <w:szCs w:val="24"/>
              </w:rPr>
              <w:t>LEKTURY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o</w:t>
            </w:r>
            <w:r w:rsidRPr="009E74E7">
              <w:rPr>
                <w:rFonts w:ascii="Times New Roman" w:hAnsi="Times New Roman"/>
                <w:bCs/>
                <w:sz w:val="24"/>
                <w:szCs w:val="24"/>
              </w:rPr>
              <w:t>bowiązkowo: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Stomma</w:t>
            </w: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 xml:space="preserve">, L. (1986). </w:t>
            </w:r>
            <w:r w:rsidRPr="00DF2666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DF2666">
              <w:rPr>
                <w:rFonts w:ascii="Times New Roman" w:hAnsi="Times New Roman"/>
                <w:bCs/>
                <w:sz w:val="24"/>
                <w:szCs w:val="24"/>
              </w:rPr>
              <w:t xml:space="preserve">, Warszawa. Wyd."Pax„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(roz.II - Wierzenia o obcych; roz. III - Portret z negatywu; roz. IV. - Różne wymiary izolacji; roz. VII - Tablice Mendelejewa)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A323B" w:rsidRPr="00DF2666" w14:paraId="0D880534" w14:textId="77777777" w:rsidTr="00987094">
        <w:trPr>
          <w:trHeight w:val="397"/>
        </w:trPr>
        <w:tc>
          <w:tcPr>
            <w:tcW w:w="9498" w:type="dxa"/>
            <w:tcBorders>
              <w:bottom w:val="single" w:sz="4" w:space="0" w:color="auto"/>
            </w:tcBorders>
          </w:tcPr>
          <w:p w14:paraId="348341D9" w14:textId="6A8B0A86" w:rsidR="00156B80" w:rsidRPr="00DF2666" w:rsidRDefault="00DA323B" w:rsidP="009E74E7">
            <w:pPr>
              <w:pStyle w:val="Punktygwne"/>
              <w:spacing w:before="0"/>
              <w:rPr>
                <w:b w:val="0"/>
                <w:smallCaps w:val="0"/>
                <w:szCs w:val="24"/>
              </w:rPr>
            </w:pPr>
            <w:r w:rsidRPr="00DF2666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4912067" w14:textId="5759458C" w:rsidR="004D3B6F" w:rsidRPr="00DF2666" w:rsidRDefault="004D3B6F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Bauman</w:t>
            </w:r>
            <w:r w:rsidR="008A2C9A" w:rsidRPr="00DF2666">
              <w:rPr>
                <w:rFonts w:ascii="Times New Roman" w:hAnsi="Times New Roman"/>
                <w:sz w:val="24"/>
                <w:szCs w:val="24"/>
              </w:rPr>
              <w:t>,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Z. (2004)</w:t>
            </w:r>
            <w:r w:rsidR="008A2C9A" w:rsidRPr="00DF2666">
              <w:rPr>
                <w:rFonts w:ascii="Times New Roman" w:hAnsi="Times New Roman"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Globalizacja. I co z tego dla ludzi wynika</w:t>
            </w:r>
            <w:r w:rsidR="008A2C9A"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 Warszawa</w:t>
            </w:r>
            <w:r w:rsidR="00A15D08" w:rsidRPr="00DF2666">
              <w:rPr>
                <w:rFonts w:ascii="Times New Roman" w:hAnsi="Times New Roman"/>
                <w:sz w:val="24"/>
                <w:szCs w:val="24"/>
              </w:rPr>
              <w:t>: Państwowy Instytut Wydawniczy</w:t>
            </w:r>
          </w:p>
          <w:p w14:paraId="5E94E50F" w14:textId="6FCFBB0A" w:rsidR="004D3B6F" w:rsidRDefault="004D3B6F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Mielnik, J., Węgłowski, A., Urbański, J., Chojnowska, D., Nik</w:t>
            </w:r>
            <w:r w:rsidR="009E74E7">
              <w:rPr>
                <w:rFonts w:ascii="Times New Roman" w:hAnsi="Times New Roman"/>
                <w:sz w:val="24"/>
                <w:szCs w:val="24"/>
              </w:rPr>
              <w:t xml:space="preserve">odemski, M., Kisielewska, Z.,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 xml:space="preserve">Pytko, K. (2011). 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Egzotyczne cywilizacje. Poznać i zrozumieć człowieka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. Warszawa: G+J Gruner + Jahr Polska.</w:t>
            </w:r>
          </w:p>
          <w:p w14:paraId="0F47621A" w14:textId="3C127746" w:rsidR="009E74E7" w:rsidRPr="00DF2666" w:rsidRDefault="009E74E7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>Nowicka, E., Głowacka-Grajper, M. (2007).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Świat człowieka - świat kultury: antologia tekstów klasycznej antropologii. 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Warszawa: PWN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12461E5" w14:textId="77777777" w:rsidR="004D3B6F" w:rsidRDefault="004D3B6F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666">
              <w:rPr>
                <w:rFonts w:ascii="Times New Roman" w:hAnsi="Times New Roman"/>
                <w:sz w:val="24"/>
                <w:szCs w:val="24"/>
              </w:rPr>
              <w:t xml:space="preserve">Sadler, P. (1997). </w:t>
            </w:r>
            <w:r w:rsidRPr="00DF2666">
              <w:rPr>
                <w:rFonts w:ascii="Times New Roman" w:hAnsi="Times New Roman"/>
                <w:i/>
                <w:iCs/>
                <w:sz w:val="24"/>
                <w:szCs w:val="24"/>
              </w:rPr>
              <w:t>Zarządzanie w społeczeństwie postindustrialnym</w:t>
            </w:r>
            <w:r w:rsidRPr="00DF2666">
              <w:rPr>
                <w:rFonts w:ascii="Times New Roman" w:hAnsi="Times New Roman"/>
                <w:sz w:val="24"/>
                <w:szCs w:val="24"/>
              </w:rPr>
              <w:t>. Kraków: Wydawnictwo Profesjonalnej Szkoły Biznesu.</w:t>
            </w:r>
          </w:p>
          <w:p w14:paraId="142573D3" w14:textId="77777777" w:rsidR="009E74E7" w:rsidRPr="00DF2666" w:rsidRDefault="009E74E7" w:rsidP="009E74E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19CD40" w14:textId="0CE6E68B" w:rsidR="004D3B6F" w:rsidRPr="009E74E7" w:rsidRDefault="009E74E7" w:rsidP="004D3B6F">
            <w:pPr>
              <w:spacing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4E7">
              <w:rPr>
                <w:rFonts w:ascii="Times New Roman" w:hAnsi="Times New Roman"/>
                <w:bCs/>
                <w:sz w:val="24"/>
                <w:szCs w:val="24"/>
              </w:rPr>
              <w:t>LEKTURY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do wyboru:</w:t>
            </w:r>
          </w:p>
          <w:p w14:paraId="43E3FD7F" w14:textId="3071999D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Bauer,</w:t>
            </w:r>
            <w:r w:rsidR="009134AB" w:rsidRPr="009E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W. (2016).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Przez morze z Syryjczykami do Europy.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Wołowiec: Wydawnictwo Czarne.</w:t>
            </w:r>
          </w:p>
          <w:p w14:paraId="1C80C489" w14:textId="10DB8274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Gauß, K.-M., Buras, A. (2005).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Psożercy ze Svini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Sekowa</w:t>
            </w:r>
            <w:r w:rsidR="00A15D08" w:rsidRPr="009E74E7">
              <w:rPr>
                <w:rFonts w:ascii="Times New Roman" w:hAnsi="Times New Roman"/>
                <w:sz w:val="24"/>
                <w:szCs w:val="24"/>
              </w:rPr>
              <w:t>.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Wołowiec: Wydawnictwo Czarne.</w:t>
            </w:r>
          </w:p>
          <w:p w14:paraId="3137FF94" w14:textId="7C843425" w:rsidR="00A40C3F" w:rsidRPr="009E74E7" w:rsidRDefault="00A40C3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 xml:space="preserve">Gierak-Onoszko, J. (2019).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27 śmierci Toby’ego Obeda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618BC" w:rsidRPr="009E74E7">
              <w:rPr>
                <w:rFonts w:ascii="Times New Roman" w:hAnsi="Times New Roman"/>
                <w:sz w:val="24"/>
                <w:szCs w:val="24"/>
              </w:rPr>
              <w:t xml:space="preserve">Warszawa: 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Wydawnictwo: Dowody na istnienie</w:t>
            </w:r>
            <w:r w:rsidR="008618BC" w:rsidRPr="009E74E7">
              <w:rPr>
                <w:rFonts w:ascii="Times New Roman" w:hAnsi="Times New Roman"/>
                <w:sz w:val="24"/>
                <w:szCs w:val="24"/>
              </w:rPr>
              <w:t>.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6DF018" w14:textId="291CE48B" w:rsidR="008618BC" w:rsidRPr="009E74E7" w:rsidRDefault="008618BC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Hall, E., T. (1987)</w:t>
            </w:r>
            <w:r w:rsidR="00A15D08"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  <w:r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Bezgłośny język.</w:t>
            </w:r>
            <w:r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Warszawa</w:t>
            </w:r>
            <w:r w:rsidR="00A15D08"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: Państwowy Instytut Wydawniczy</w:t>
            </w:r>
            <w:r w:rsidR="00772DDF"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  <w:p w14:paraId="58A07CCB" w14:textId="4F451AAB" w:rsidR="008618BC" w:rsidRPr="009E74E7" w:rsidRDefault="008618BC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Hall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E., T. (1976)</w:t>
            </w:r>
            <w:r w:rsidR="00A15D08"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  <w:r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Ukryty wymiar.</w:t>
            </w:r>
            <w:r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Warszawa</w:t>
            </w:r>
            <w:r w:rsidR="00E71B60"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: Muza</w:t>
            </w:r>
            <w:r w:rsidR="00772DDF" w:rsidRPr="009E74E7">
              <w:rPr>
                <w:rFonts w:ascii="Times New Roman" w:hAnsi="Times New Roman"/>
                <w:sz w:val="24"/>
                <w:szCs w:val="24"/>
                <w:lang w:eastAsia="pl-PL"/>
              </w:rPr>
              <w:t>.</w:t>
            </w:r>
          </w:p>
          <w:p w14:paraId="1300759E" w14:textId="074EF938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Kapllani, G., Szyler, E.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,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T. (2009).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Krótki podręcznik przekraczania granic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Wołowiec: Wydawnictwo Czarne.</w:t>
            </w:r>
          </w:p>
          <w:p w14:paraId="13ACEA92" w14:textId="7BBB8B51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Kącki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,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M. (2015). </w:t>
            </w:r>
            <w:r w:rsidRPr="009E74E7">
              <w:rPr>
                <w:rFonts w:ascii="Times New Roman" w:hAnsi="Times New Roman"/>
                <w:i/>
                <w:sz w:val="24"/>
                <w:szCs w:val="24"/>
              </w:rPr>
              <w:t>Białystok. Biała siła, czarna pamięć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Wołowiec: Wydawnictwo Czarne.</w:t>
            </w:r>
          </w:p>
          <w:p w14:paraId="6BAF910B" w14:textId="54787AD7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Kingsley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,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P. (2017). </w:t>
            </w:r>
            <w:r w:rsidRPr="009E74E7">
              <w:rPr>
                <w:rFonts w:ascii="Times New Roman" w:hAnsi="Times New Roman"/>
                <w:i/>
                <w:sz w:val="24"/>
                <w:szCs w:val="24"/>
              </w:rPr>
              <w:t>Nowa Odyseja. Opowieść o kryzysie uchodźczym w Europie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Wydawca: Krytyka Polityczna</w:t>
            </w:r>
            <w:r w:rsidR="00772DDF" w:rsidRPr="009E74E7">
              <w:rPr>
                <w:rFonts w:ascii="Times New Roman" w:hAnsi="Times New Roman"/>
                <w:sz w:val="24"/>
                <w:szCs w:val="24"/>
              </w:rPr>
              <w:t>.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5C4111" w14:textId="77777777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 xml:space="preserve">Kosiński, J. (2011).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Malowany ptak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Warszawa: Albatros.</w:t>
            </w:r>
          </w:p>
          <w:p w14:paraId="7338FC91" w14:textId="2D0D7BD9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Mazuś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,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M. (2015). </w:t>
            </w:r>
            <w:r w:rsidRPr="009E74E7">
              <w:rPr>
                <w:rFonts w:ascii="Times New Roman" w:hAnsi="Times New Roman"/>
                <w:i/>
                <w:sz w:val="24"/>
                <w:szCs w:val="24"/>
              </w:rPr>
              <w:t>Król kebabów i inne zderzenia polsko-obce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Warszawa: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Wielka Litera</w:t>
            </w:r>
            <w:r w:rsidR="00772DDF" w:rsidRP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3E4D3F" w14:textId="79550354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Mikołajewski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,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J. (2015). </w:t>
            </w:r>
            <w:r w:rsidRPr="009E74E7">
              <w:rPr>
                <w:rFonts w:ascii="Times New Roman" w:hAnsi="Times New Roman"/>
                <w:i/>
                <w:sz w:val="24"/>
                <w:szCs w:val="24"/>
              </w:rPr>
              <w:t>Wielki przypływ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 xml:space="preserve">Warszawa: 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Dowody na Istnienie</w:t>
            </w:r>
            <w:r w:rsidR="00772DDF" w:rsidRP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D264C6B" w14:textId="77777777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 xml:space="preserve">Pollack, M. (2014).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Skażone krajobrazy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Wołowiec: Wydawnictwo Czarne.</w:t>
            </w:r>
          </w:p>
          <w:p w14:paraId="314E7951" w14:textId="5144358E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Pollack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,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M. (2011).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9E74E7">
              <w:rPr>
                <w:rFonts w:ascii="Times New Roman" w:hAnsi="Times New Roman"/>
                <w:iCs/>
                <w:sz w:val="24"/>
                <w:szCs w:val="24"/>
              </w:rPr>
              <w:t>Wołowiec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: Wydawnictwo Czarne. </w:t>
            </w:r>
          </w:p>
          <w:p w14:paraId="2A90E71A" w14:textId="40C75AC8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Prymaka-Oniszk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,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A. (2016). </w:t>
            </w:r>
            <w:r w:rsidRPr="009E74E7">
              <w:rPr>
                <w:rFonts w:ascii="Times New Roman" w:hAnsi="Times New Roman"/>
                <w:i/>
                <w:sz w:val="24"/>
                <w:szCs w:val="24"/>
              </w:rPr>
              <w:t>Bieżeństwo 1915. Zapomniani uchodźcy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Wołowiec: Wydawnictwo Czarne.</w:t>
            </w:r>
          </w:p>
          <w:p w14:paraId="13FE9FA6" w14:textId="73A0A522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 xml:space="preserve">Tochman, W. (2008).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Jakbyś kamień jadła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Wołowiec: Wydawn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ictwo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Czarne.</w:t>
            </w:r>
          </w:p>
          <w:p w14:paraId="2A3F568F" w14:textId="27D36062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 xml:space="preserve">Tochman, W. (2010). </w:t>
            </w:r>
            <w:r w:rsidRPr="009E74E7">
              <w:rPr>
                <w:rFonts w:ascii="Times New Roman" w:hAnsi="Times New Roman"/>
                <w:i/>
                <w:iCs/>
                <w:sz w:val="24"/>
                <w:szCs w:val="24"/>
              </w:rPr>
              <w:t>Dzisiaj narysujemy śmierć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. Wołowiec: Wydawn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ictwo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Czarne.</w:t>
            </w:r>
          </w:p>
          <w:p w14:paraId="5AE868B7" w14:textId="0656606D" w:rsidR="004D3B6F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Wlekły, M. (2019). Raban! O kościele nie z tej ziemi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Warszawa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: Agora</w:t>
            </w:r>
            <w:r w:rsidR="00C373BE" w:rsidRP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579F54" w14:textId="3ABDF091" w:rsidR="00987094" w:rsidRPr="009E74E7" w:rsidRDefault="004D3B6F" w:rsidP="009E74E7">
            <w:pPr>
              <w:spacing w:after="0"/>
              <w:ind w:left="34"/>
              <w:rPr>
                <w:rFonts w:ascii="Times New Roman" w:hAnsi="Times New Roman"/>
                <w:b/>
                <w:i/>
                <w:smallCaps/>
                <w:color w:val="000000"/>
                <w:sz w:val="24"/>
                <w:szCs w:val="24"/>
              </w:rPr>
            </w:pPr>
            <w:r w:rsidRPr="009E74E7">
              <w:rPr>
                <w:rFonts w:ascii="Times New Roman" w:hAnsi="Times New Roman"/>
                <w:sz w:val="24"/>
                <w:szCs w:val="24"/>
              </w:rPr>
              <w:t>Zadrożyńska, A. (1983)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>.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 xml:space="preserve"> Homo faber i homo ludens: etnologiczny szkic o pracy w kulturach tradycyjnej i współczesnej. Warszawa</w:t>
            </w:r>
            <w:r w:rsidR="00E71B60" w:rsidRPr="009E74E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E74E7">
              <w:rPr>
                <w:rFonts w:ascii="Times New Roman" w:hAnsi="Times New Roman"/>
                <w:sz w:val="24"/>
                <w:szCs w:val="24"/>
              </w:rPr>
              <w:t>PWN</w:t>
            </w:r>
            <w:r w:rsidR="00C373BE" w:rsidRPr="009E7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63C4B65" w14:textId="77777777" w:rsidR="00DA323B" w:rsidRPr="00DF2666" w:rsidRDefault="00DA323B" w:rsidP="009C54AE">
      <w:pPr>
        <w:pStyle w:val="Punktygwne"/>
        <w:spacing w:before="0" w:after="0"/>
        <w:rPr>
          <w:smallCaps w:val="0"/>
          <w:szCs w:val="24"/>
        </w:rPr>
      </w:pPr>
    </w:p>
    <w:p w14:paraId="422541AD" w14:textId="77777777" w:rsidR="00675843" w:rsidRPr="00DF2666" w:rsidRDefault="00675843" w:rsidP="009C54AE">
      <w:pPr>
        <w:pStyle w:val="Punktygwne"/>
        <w:spacing w:before="0" w:after="0"/>
        <w:rPr>
          <w:smallCaps w:val="0"/>
          <w:szCs w:val="24"/>
        </w:rPr>
      </w:pPr>
    </w:p>
    <w:p w14:paraId="27099DB1" w14:textId="77777777" w:rsidR="0085747A" w:rsidRPr="00DF2666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6F355E2" w14:textId="77777777" w:rsidR="0085747A" w:rsidRPr="00DF2666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DF2666">
        <w:rPr>
          <w:b w:val="0"/>
          <w:smallCaps w:val="0"/>
          <w:szCs w:val="24"/>
        </w:rPr>
        <w:t>Akceptacja Kierownika Jednostki lub osoby upoważnionej</w:t>
      </w:r>
    </w:p>
    <w:sectPr w:rsidR="0085747A" w:rsidRPr="00DF26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B8860" w14:textId="77777777" w:rsidR="006C7F23" w:rsidRDefault="006C7F23" w:rsidP="00C16ABF">
      <w:pPr>
        <w:spacing w:after="0" w:line="240" w:lineRule="auto"/>
      </w:pPr>
      <w:r>
        <w:separator/>
      </w:r>
    </w:p>
  </w:endnote>
  <w:endnote w:type="continuationSeparator" w:id="0">
    <w:p w14:paraId="51AFBA3E" w14:textId="77777777" w:rsidR="006C7F23" w:rsidRDefault="006C7F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977CA" w14:textId="77777777" w:rsidR="006C7F23" w:rsidRDefault="006C7F23" w:rsidP="00C16ABF">
      <w:pPr>
        <w:spacing w:after="0" w:line="240" w:lineRule="auto"/>
      </w:pPr>
      <w:r>
        <w:separator/>
      </w:r>
    </w:p>
  </w:footnote>
  <w:footnote w:type="continuationSeparator" w:id="0">
    <w:p w14:paraId="505038E9" w14:textId="77777777" w:rsidR="006C7F23" w:rsidRDefault="006C7F2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209B"/>
    <w:multiLevelType w:val="hybridMultilevel"/>
    <w:tmpl w:val="464E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41DC3"/>
    <w:multiLevelType w:val="hybridMultilevel"/>
    <w:tmpl w:val="CD48C54A"/>
    <w:lvl w:ilvl="0" w:tplc="5066CACE">
      <w:start w:val="1"/>
      <w:numFmt w:val="bullet"/>
      <w:lvlText w:val=""/>
      <w:lvlJc w:val="left"/>
      <w:pPr>
        <w:ind w:left="720" w:hanging="360"/>
      </w:pPr>
      <w:rPr>
        <w:rFonts w:ascii="Corbel" w:hAnsi="Corbe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DE3862"/>
    <w:multiLevelType w:val="hybridMultilevel"/>
    <w:tmpl w:val="6D52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64F58"/>
    <w:multiLevelType w:val="hybridMultilevel"/>
    <w:tmpl w:val="340039A4"/>
    <w:lvl w:ilvl="0" w:tplc="CFDA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5604E"/>
    <w:multiLevelType w:val="hybridMultilevel"/>
    <w:tmpl w:val="C80C25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CB70498"/>
    <w:multiLevelType w:val="hybridMultilevel"/>
    <w:tmpl w:val="ED020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A045F1"/>
    <w:multiLevelType w:val="hybridMultilevel"/>
    <w:tmpl w:val="04B03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6240">
    <w:abstractNumId w:val="2"/>
  </w:num>
  <w:num w:numId="2" w16cid:durableId="1725636315">
    <w:abstractNumId w:val="4"/>
  </w:num>
  <w:num w:numId="3" w16cid:durableId="560992142">
    <w:abstractNumId w:val="10"/>
  </w:num>
  <w:num w:numId="4" w16cid:durableId="995063707">
    <w:abstractNumId w:val="0"/>
  </w:num>
  <w:num w:numId="5" w16cid:durableId="1696538106">
    <w:abstractNumId w:val="3"/>
  </w:num>
  <w:num w:numId="6" w16cid:durableId="1237856644">
    <w:abstractNumId w:val="11"/>
  </w:num>
  <w:num w:numId="7" w16cid:durableId="691079288">
    <w:abstractNumId w:val="6"/>
  </w:num>
  <w:num w:numId="8" w16cid:durableId="1820075818">
    <w:abstractNumId w:val="9"/>
  </w:num>
  <w:num w:numId="9" w16cid:durableId="939291359">
    <w:abstractNumId w:val="5"/>
  </w:num>
  <w:num w:numId="10" w16cid:durableId="1562055358">
    <w:abstractNumId w:val="1"/>
  </w:num>
  <w:num w:numId="11" w16cid:durableId="281301664">
    <w:abstractNumId w:val="12"/>
  </w:num>
  <w:num w:numId="12" w16cid:durableId="218595227">
    <w:abstractNumId w:val="7"/>
  </w:num>
  <w:num w:numId="13" w16cid:durableId="196257123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14"/>
    <w:rsid w:val="00033B02"/>
    <w:rsid w:val="00042A51"/>
    <w:rsid w:val="00042D2E"/>
    <w:rsid w:val="00044C82"/>
    <w:rsid w:val="00061BAF"/>
    <w:rsid w:val="00070ED6"/>
    <w:rsid w:val="000725AD"/>
    <w:rsid w:val="000742DC"/>
    <w:rsid w:val="00084C12"/>
    <w:rsid w:val="00092BBC"/>
    <w:rsid w:val="0009462C"/>
    <w:rsid w:val="00094B12"/>
    <w:rsid w:val="00096C46"/>
    <w:rsid w:val="000A296F"/>
    <w:rsid w:val="000A2A28"/>
    <w:rsid w:val="000A6352"/>
    <w:rsid w:val="000A76F2"/>
    <w:rsid w:val="000B192D"/>
    <w:rsid w:val="000B28EE"/>
    <w:rsid w:val="000B3E37"/>
    <w:rsid w:val="000B7042"/>
    <w:rsid w:val="000C13FF"/>
    <w:rsid w:val="000C5696"/>
    <w:rsid w:val="000C5B72"/>
    <w:rsid w:val="000D04B0"/>
    <w:rsid w:val="000E5F04"/>
    <w:rsid w:val="000F1C57"/>
    <w:rsid w:val="000F5615"/>
    <w:rsid w:val="0010057B"/>
    <w:rsid w:val="00107219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56B80"/>
    <w:rsid w:val="001640A7"/>
    <w:rsid w:val="00164FA7"/>
    <w:rsid w:val="00166A03"/>
    <w:rsid w:val="001718A7"/>
    <w:rsid w:val="001737CF"/>
    <w:rsid w:val="00176083"/>
    <w:rsid w:val="001770C7"/>
    <w:rsid w:val="0018682D"/>
    <w:rsid w:val="00192F37"/>
    <w:rsid w:val="001A37E7"/>
    <w:rsid w:val="001A70D2"/>
    <w:rsid w:val="001C498C"/>
    <w:rsid w:val="001D27B6"/>
    <w:rsid w:val="001D657B"/>
    <w:rsid w:val="001D7B54"/>
    <w:rsid w:val="001E0209"/>
    <w:rsid w:val="001F15D0"/>
    <w:rsid w:val="001F2CA2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473F5"/>
    <w:rsid w:val="00260624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2D"/>
    <w:rsid w:val="002D73D4"/>
    <w:rsid w:val="002F02A3"/>
    <w:rsid w:val="002F4ABE"/>
    <w:rsid w:val="003018BA"/>
    <w:rsid w:val="00302D0C"/>
    <w:rsid w:val="0030395F"/>
    <w:rsid w:val="00305C92"/>
    <w:rsid w:val="0030721E"/>
    <w:rsid w:val="003151C5"/>
    <w:rsid w:val="00326E7D"/>
    <w:rsid w:val="003343CF"/>
    <w:rsid w:val="00346FE9"/>
    <w:rsid w:val="0034759A"/>
    <w:rsid w:val="003503F6"/>
    <w:rsid w:val="00352A9B"/>
    <w:rsid w:val="003530DD"/>
    <w:rsid w:val="00363500"/>
    <w:rsid w:val="00363F78"/>
    <w:rsid w:val="00365B34"/>
    <w:rsid w:val="00382098"/>
    <w:rsid w:val="003849FA"/>
    <w:rsid w:val="00387A9C"/>
    <w:rsid w:val="003A0A5B"/>
    <w:rsid w:val="003A1176"/>
    <w:rsid w:val="003A6D87"/>
    <w:rsid w:val="003B346E"/>
    <w:rsid w:val="003C0BAE"/>
    <w:rsid w:val="003C5A0F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2B21"/>
    <w:rsid w:val="004362C6"/>
    <w:rsid w:val="00437FA2"/>
    <w:rsid w:val="00445970"/>
    <w:rsid w:val="00446341"/>
    <w:rsid w:val="0045729E"/>
    <w:rsid w:val="00461EFC"/>
    <w:rsid w:val="004652C2"/>
    <w:rsid w:val="00465BD9"/>
    <w:rsid w:val="004706D1"/>
    <w:rsid w:val="00471326"/>
    <w:rsid w:val="0047598D"/>
    <w:rsid w:val="00483DB5"/>
    <w:rsid w:val="004840FD"/>
    <w:rsid w:val="00490F7D"/>
    <w:rsid w:val="00491678"/>
    <w:rsid w:val="004968E2"/>
    <w:rsid w:val="004A3EEA"/>
    <w:rsid w:val="004A4D1F"/>
    <w:rsid w:val="004B0057"/>
    <w:rsid w:val="004D3B6F"/>
    <w:rsid w:val="004D5282"/>
    <w:rsid w:val="004E077F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3B26"/>
    <w:rsid w:val="005363C4"/>
    <w:rsid w:val="00536BDE"/>
    <w:rsid w:val="00543ACC"/>
    <w:rsid w:val="00543DAA"/>
    <w:rsid w:val="0056696D"/>
    <w:rsid w:val="00573EF9"/>
    <w:rsid w:val="00575586"/>
    <w:rsid w:val="0059484D"/>
    <w:rsid w:val="005A05AE"/>
    <w:rsid w:val="005A0855"/>
    <w:rsid w:val="005A3196"/>
    <w:rsid w:val="005C080F"/>
    <w:rsid w:val="005C55E5"/>
    <w:rsid w:val="005C58F6"/>
    <w:rsid w:val="005C696A"/>
    <w:rsid w:val="005D0D04"/>
    <w:rsid w:val="005E6E85"/>
    <w:rsid w:val="005F31D2"/>
    <w:rsid w:val="00606A26"/>
    <w:rsid w:val="0061029B"/>
    <w:rsid w:val="00617230"/>
    <w:rsid w:val="00621CE1"/>
    <w:rsid w:val="00627FC9"/>
    <w:rsid w:val="0064133E"/>
    <w:rsid w:val="00647FA8"/>
    <w:rsid w:val="00650BDF"/>
    <w:rsid w:val="00650C5F"/>
    <w:rsid w:val="00654934"/>
    <w:rsid w:val="006620D9"/>
    <w:rsid w:val="00671958"/>
    <w:rsid w:val="00674AE9"/>
    <w:rsid w:val="00675843"/>
    <w:rsid w:val="00676A10"/>
    <w:rsid w:val="00685CCD"/>
    <w:rsid w:val="00695513"/>
    <w:rsid w:val="00696477"/>
    <w:rsid w:val="006A02D5"/>
    <w:rsid w:val="006A4353"/>
    <w:rsid w:val="006C7F2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6494"/>
    <w:rsid w:val="007373A7"/>
    <w:rsid w:val="00745302"/>
    <w:rsid w:val="007461D6"/>
    <w:rsid w:val="00746EC8"/>
    <w:rsid w:val="00763BF1"/>
    <w:rsid w:val="00766FD4"/>
    <w:rsid w:val="00772DDF"/>
    <w:rsid w:val="0078168C"/>
    <w:rsid w:val="007849AE"/>
    <w:rsid w:val="00787C2A"/>
    <w:rsid w:val="00790E27"/>
    <w:rsid w:val="007916D1"/>
    <w:rsid w:val="007A1E3C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042B"/>
    <w:rsid w:val="008618BC"/>
    <w:rsid w:val="00875C93"/>
    <w:rsid w:val="00880FCC"/>
    <w:rsid w:val="00884922"/>
    <w:rsid w:val="00885F64"/>
    <w:rsid w:val="00886B17"/>
    <w:rsid w:val="008917F9"/>
    <w:rsid w:val="008927D9"/>
    <w:rsid w:val="008A2C3C"/>
    <w:rsid w:val="008A2C9A"/>
    <w:rsid w:val="008A3538"/>
    <w:rsid w:val="008A45F7"/>
    <w:rsid w:val="008B0722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03B0"/>
    <w:rsid w:val="008F12C9"/>
    <w:rsid w:val="008F6E29"/>
    <w:rsid w:val="008F70AB"/>
    <w:rsid w:val="009134AB"/>
    <w:rsid w:val="00916188"/>
    <w:rsid w:val="00923D7D"/>
    <w:rsid w:val="00931506"/>
    <w:rsid w:val="009508DF"/>
    <w:rsid w:val="00950DAC"/>
    <w:rsid w:val="00954A07"/>
    <w:rsid w:val="00960011"/>
    <w:rsid w:val="00987094"/>
    <w:rsid w:val="0099061B"/>
    <w:rsid w:val="00997F14"/>
    <w:rsid w:val="009A78D9"/>
    <w:rsid w:val="009B53BB"/>
    <w:rsid w:val="009B5CC9"/>
    <w:rsid w:val="009C1331"/>
    <w:rsid w:val="009C141A"/>
    <w:rsid w:val="009C3E31"/>
    <w:rsid w:val="009C54AE"/>
    <w:rsid w:val="009C788E"/>
    <w:rsid w:val="009E2129"/>
    <w:rsid w:val="009E3B41"/>
    <w:rsid w:val="009E74E7"/>
    <w:rsid w:val="009F3C5C"/>
    <w:rsid w:val="009F4610"/>
    <w:rsid w:val="00A00ECC"/>
    <w:rsid w:val="00A0489D"/>
    <w:rsid w:val="00A155EE"/>
    <w:rsid w:val="00A15D08"/>
    <w:rsid w:val="00A2245B"/>
    <w:rsid w:val="00A30110"/>
    <w:rsid w:val="00A3055C"/>
    <w:rsid w:val="00A33471"/>
    <w:rsid w:val="00A36899"/>
    <w:rsid w:val="00A371F6"/>
    <w:rsid w:val="00A40C3F"/>
    <w:rsid w:val="00A43BF6"/>
    <w:rsid w:val="00A53FA5"/>
    <w:rsid w:val="00A54817"/>
    <w:rsid w:val="00A55AC0"/>
    <w:rsid w:val="00A601C8"/>
    <w:rsid w:val="00A60799"/>
    <w:rsid w:val="00A841BB"/>
    <w:rsid w:val="00A84213"/>
    <w:rsid w:val="00A84C85"/>
    <w:rsid w:val="00A91194"/>
    <w:rsid w:val="00A97DE1"/>
    <w:rsid w:val="00AA35EA"/>
    <w:rsid w:val="00AA730D"/>
    <w:rsid w:val="00AB053C"/>
    <w:rsid w:val="00AC1574"/>
    <w:rsid w:val="00AD1146"/>
    <w:rsid w:val="00AD27D3"/>
    <w:rsid w:val="00AD66D6"/>
    <w:rsid w:val="00AD74AC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2905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4C91"/>
    <w:rsid w:val="00BD66E9"/>
    <w:rsid w:val="00BD6FF4"/>
    <w:rsid w:val="00BE4606"/>
    <w:rsid w:val="00BF2C41"/>
    <w:rsid w:val="00C058B4"/>
    <w:rsid w:val="00C05F44"/>
    <w:rsid w:val="00C105F8"/>
    <w:rsid w:val="00C131B5"/>
    <w:rsid w:val="00C16ABF"/>
    <w:rsid w:val="00C170AE"/>
    <w:rsid w:val="00C21B3D"/>
    <w:rsid w:val="00C24D4C"/>
    <w:rsid w:val="00C26CB7"/>
    <w:rsid w:val="00C31D24"/>
    <w:rsid w:val="00C324C1"/>
    <w:rsid w:val="00C353C1"/>
    <w:rsid w:val="00C36992"/>
    <w:rsid w:val="00C373BE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5BAC"/>
    <w:rsid w:val="00CF25BE"/>
    <w:rsid w:val="00CF2968"/>
    <w:rsid w:val="00CF78ED"/>
    <w:rsid w:val="00D01068"/>
    <w:rsid w:val="00D02B25"/>
    <w:rsid w:val="00D02EBA"/>
    <w:rsid w:val="00D043D4"/>
    <w:rsid w:val="00D05370"/>
    <w:rsid w:val="00D17C3C"/>
    <w:rsid w:val="00D26B2C"/>
    <w:rsid w:val="00D31EE0"/>
    <w:rsid w:val="00D3212A"/>
    <w:rsid w:val="00D352C9"/>
    <w:rsid w:val="00D35B76"/>
    <w:rsid w:val="00D425B2"/>
    <w:rsid w:val="00D428D6"/>
    <w:rsid w:val="00D44F01"/>
    <w:rsid w:val="00D51471"/>
    <w:rsid w:val="00D552B2"/>
    <w:rsid w:val="00D608D1"/>
    <w:rsid w:val="00D74119"/>
    <w:rsid w:val="00D8075B"/>
    <w:rsid w:val="00D8678B"/>
    <w:rsid w:val="00DA2114"/>
    <w:rsid w:val="00DA323B"/>
    <w:rsid w:val="00DC2DC0"/>
    <w:rsid w:val="00DC5464"/>
    <w:rsid w:val="00DD1086"/>
    <w:rsid w:val="00DE09C0"/>
    <w:rsid w:val="00DE4A14"/>
    <w:rsid w:val="00DE55FF"/>
    <w:rsid w:val="00DF2666"/>
    <w:rsid w:val="00DF320D"/>
    <w:rsid w:val="00DF71C8"/>
    <w:rsid w:val="00E121F2"/>
    <w:rsid w:val="00E129B8"/>
    <w:rsid w:val="00E21E7D"/>
    <w:rsid w:val="00E22FBC"/>
    <w:rsid w:val="00E24BF5"/>
    <w:rsid w:val="00E25338"/>
    <w:rsid w:val="00E35887"/>
    <w:rsid w:val="00E51E44"/>
    <w:rsid w:val="00E63348"/>
    <w:rsid w:val="00E71B60"/>
    <w:rsid w:val="00E77E88"/>
    <w:rsid w:val="00E8107D"/>
    <w:rsid w:val="00E93383"/>
    <w:rsid w:val="00E960BB"/>
    <w:rsid w:val="00EA2074"/>
    <w:rsid w:val="00EA4832"/>
    <w:rsid w:val="00EA4E9D"/>
    <w:rsid w:val="00EA7112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5756E"/>
    <w:rsid w:val="00F617C3"/>
    <w:rsid w:val="00F7066B"/>
    <w:rsid w:val="00F83B28"/>
    <w:rsid w:val="00F95A5D"/>
    <w:rsid w:val="00F96E8F"/>
    <w:rsid w:val="00FA0896"/>
    <w:rsid w:val="00FA46E5"/>
    <w:rsid w:val="00FB2189"/>
    <w:rsid w:val="00FB6709"/>
    <w:rsid w:val="00FB7DBA"/>
    <w:rsid w:val="00FC1C25"/>
    <w:rsid w:val="00FC3AA4"/>
    <w:rsid w:val="00FC3F45"/>
    <w:rsid w:val="00FD503F"/>
    <w:rsid w:val="00FD7589"/>
    <w:rsid w:val="00FE514A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customStyle="1" w:styleId="x4k7w5x">
    <w:name w:val="x4k7w5x"/>
    <w:basedOn w:val="Domylnaczcionkaakapitu"/>
    <w:rsid w:val="00352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0619-0390-4A0E-BEED-2A68F03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1383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Wańczyk-Welc</cp:lastModifiedBy>
  <cp:revision>6</cp:revision>
  <cp:lastPrinted>2019-12-09T10:29:00Z</cp:lastPrinted>
  <dcterms:created xsi:type="dcterms:W3CDTF">2022-12-22T15:06:00Z</dcterms:created>
  <dcterms:modified xsi:type="dcterms:W3CDTF">2023-05-30T15:53:00Z</dcterms:modified>
</cp:coreProperties>
</file>